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5" w:rsidRDefault="009F7680">
      <w:pPr>
        <w:pStyle w:val="Heading2"/>
        <w:rPr>
          <w:sz w:val="22"/>
          <w:szCs w:val="22"/>
        </w:rPr>
      </w:pPr>
      <w:r w:rsidRPr="009F768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3pt;margin-top:-21.4pt;width:461.6pt;height:36pt;z-index:251658240" o:allowincell="f" filled="f" stroked="f">
            <v:textbox inset="0,0,0,0">
              <w:txbxContent>
                <w:sdt>
                  <w:sdtPr>
                    <w:rPr>
                      <w:sz w:val="44"/>
                      <w:szCs w:val="44"/>
                    </w:rPr>
                    <w:id w:val="168308275"/>
                    <w:placeholder>
                      <w:docPart w:val="D035914A81024D3C884355D89CF13B00"/>
                    </w:placeholder>
                    <w:comboBox>
                      <w:listItem w:value="Choose an item."/>
                    </w:comboBox>
                  </w:sdtPr>
                  <w:sdtContent>
                    <w:p w:rsidR="00A6343D" w:rsidRDefault="00A6343D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AP Art History </w:t>
                      </w:r>
                      <w:r w:rsidR="008B332C">
                        <w:rPr>
                          <w:sz w:val="44"/>
                          <w:szCs w:val="44"/>
                        </w:rPr>
                        <w:t>April</w:t>
                      </w:r>
                      <w:r>
                        <w:rPr>
                          <w:sz w:val="44"/>
                          <w:szCs w:val="44"/>
                        </w:rPr>
                        <w:t xml:space="preserve"> 2011</w:t>
                      </w:r>
                    </w:p>
                  </w:sdtContent>
                </w:sdt>
              </w:txbxContent>
            </v:textbox>
            <w10:wrap type="square"/>
          </v:shape>
        </w:pict>
      </w:r>
    </w:p>
    <w:p w:rsidR="00433495" w:rsidRDefault="00433495">
      <w:pPr>
        <w:rPr>
          <w:sz w:val="22"/>
          <w:szCs w:val="22"/>
        </w:rPr>
      </w:pPr>
    </w:p>
    <w:p w:rsidR="00433495" w:rsidRDefault="00433495"/>
    <w:tbl>
      <w:tblPr>
        <w:tblpPr w:leftFromText="180" w:rightFromText="180" w:vertAnchor="text" w:horzAnchor="margin" w:tblpY="15"/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FE131F" w:rsidTr="00FE131F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SATURDAY</w:t>
            </w:r>
          </w:p>
        </w:tc>
      </w:tr>
      <w:tr w:rsidR="00FE131F" w:rsidTr="00FE131F">
        <w:trPr>
          <w:trHeight w:hRule="exact" w:val="1639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D1379E" w:rsidRPr="00D1379E" w:rsidRDefault="00D1379E" w:rsidP="00FE131F">
            <w:pPr>
              <w:rPr>
                <w:sz w:val="18"/>
                <w:szCs w:val="18"/>
              </w:rPr>
            </w:pPr>
          </w:p>
          <w:p w:rsidR="00E876CC" w:rsidRPr="00133696" w:rsidRDefault="00E876CC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E6258" w:rsidRPr="00133696" w:rsidRDefault="00FE131F" w:rsidP="00E84208">
            <w:pPr>
              <w:rPr>
                <w:sz w:val="22"/>
                <w:szCs w:val="22"/>
              </w:rPr>
            </w:pPr>
            <w:r w:rsidRPr="000E6258">
              <w:rPr>
                <w:sz w:val="28"/>
                <w:szCs w:val="22"/>
              </w:rPr>
              <w:t xml:space="preserve"> </w:t>
            </w:r>
          </w:p>
        </w:tc>
        <w:tc>
          <w:tcPr>
            <w:tcW w:w="2016" w:type="dxa"/>
          </w:tcPr>
          <w:p w:rsidR="001B60D2" w:rsidRDefault="001B60D2" w:rsidP="00FE131F">
            <w:pPr>
              <w:rPr>
                <w:sz w:val="22"/>
                <w:szCs w:val="22"/>
              </w:rPr>
            </w:pPr>
          </w:p>
          <w:p w:rsidR="00203565" w:rsidRPr="001B60D2" w:rsidRDefault="00203565" w:rsidP="00E84208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84208" w:rsidRPr="00133696" w:rsidRDefault="00EF03A9" w:rsidP="00D137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6" w:type="dxa"/>
          </w:tcPr>
          <w:p w:rsidR="00FE131F" w:rsidRDefault="00EF03A9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</w:tr>
      <w:tr w:rsidR="001B60D2" w:rsidTr="00FE131F">
        <w:trPr>
          <w:trHeight w:hRule="exact" w:val="1635"/>
        </w:trPr>
        <w:tc>
          <w:tcPr>
            <w:tcW w:w="2016" w:type="dxa"/>
          </w:tcPr>
          <w:p w:rsidR="001B60D2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16" w:type="dxa"/>
          </w:tcPr>
          <w:p w:rsidR="00E84208" w:rsidRPr="00133696" w:rsidRDefault="00EF03A9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842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16" w:type="dxa"/>
          </w:tcPr>
          <w:p w:rsidR="003A0DC2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F03A9" w:rsidRDefault="00EF03A9" w:rsidP="00EF03A9">
            <w:pPr>
              <w:rPr>
                <w:sz w:val="22"/>
                <w:szCs w:val="22"/>
              </w:rPr>
            </w:pPr>
          </w:p>
          <w:p w:rsidR="006B4093" w:rsidRPr="00D1379E" w:rsidRDefault="006B4093" w:rsidP="00EF03A9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84208" w:rsidRDefault="00EF03A9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E84208" w:rsidRPr="00E84208" w:rsidRDefault="00E84208" w:rsidP="00E84208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A6343D" w:rsidRDefault="00EF03A9" w:rsidP="00E84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</w:p>
          <w:p w:rsidR="00EF03A9" w:rsidRDefault="00EF03A9" w:rsidP="00E84208">
            <w:pPr>
              <w:rPr>
                <w:sz w:val="22"/>
                <w:szCs w:val="22"/>
              </w:rPr>
            </w:pPr>
          </w:p>
          <w:p w:rsidR="006B4093" w:rsidRPr="00133696" w:rsidRDefault="006B4093" w:rsidP="00E84208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A6343D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EF03A9" w:rsidRPr="00133696" w:rsidRDefault="00EF03A9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1B60D2" w:rsidRPr="000B0C54" w:rsidTr="00FE131F">
        <w:trPr>
          <w:trHeight w:hRule="exact" w:val="1774"/>
        </w:trPr>
        <w:tc>
          <w:tcPr>
            <w:tcW w:w="2016" w:type="dxa"/>
          </w:tcPr>
          <w:p w:rsidR="00EF03A9" w:rsidRDefault="00EF03A9" w:rsidP="001B60D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EF03A9" w:rsidRDefault="00EF03A9" w:rsidP="001B60D2">
            <w:pPr>
              <w:rPr>
                <w:color w:val="000000"/>
              </w:rPr>
            </w:pPr>
            <w:r>
              <w:rPr>
                <w:color w:val="000000"/>
              </w:rPr>
              <w:t>Study Group-1:00</w:t>
            </w:r>
          </w:p>
          <w:p w:rsidR="00EF03A9" w:rsidRPr="00EF03A9" w:rsidRDefault="00EF03A9" w:rsidP="001B60D2">
            <w:pPr>
              <w:rPr>
                <w:color w:val="000000"/>
              </w:rPr>
            </w:pPr>
            <w:r>
              <w:rPr>
                <w:color w:val="000000"/>
              </w:rPr>
              <w:t>3215 East Colfax Avenue</w:t>
            </w:r>
            <w:r>
              <w:rPr>
                <w:color w:val="000000"/>
              </w:rPr>
              <w:br/>
              <w:t>Denver, CO 80206</w:t>
            </w:r>
            <w:r>
              <w:rPr>
                <w:color w:val="000000"/>
              </w:rPr>
              <w:br/>
              <w:t>(303) 398-2665</w:t>
            </w:r>
          </w:p>
        </w:tc>
        <w:tc>
          <w:tcPr>
            <w:tcW w:w="2016" w:type="dxa"/>
          </w:tcPr>
          <w:p w:rsidR="00A6343D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:rsidR="00EF03A9" w:rsidRPr="00133696" w:rsidRDefault="006B4093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Women Artists</w:t>
            </w:r>
          </w:p>
        </w:tc>
        <w:tc>
          <w:tcPr>
            <w:tcW w:w="2016" w:type="dxa"/>
          </w:tcPr>
          <w:p w:rsidR="006B4093" w:rsidRDefault="00EF03A9" w:rsidP="006B4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B4093">
              <w:rPr>
                <w:sz w:val="22"/>
                <w:szCs w:val="22"/>
              </w:rPr>
              <w:t xml:space="preserve"> Read 26 Read Early 20</w:t>
            </w:r>
            <w:r w:rsidR="006B4093" w:rsidRPr="00A45381">
              <w:rPr>
                <w:sz w:val="22"/>
                <w:szCs w:val="22"/>
                <w:vertAlign w:val="superscript"/>
              </w:rPr>
              <w:t>th</w:t>
            </w:r>
            <w:r w:rsidR="006B4093">
              <w:rPr>
                <w:sz w:val="22"/>
                <w:szCs w:val="22"/>
              </w:rPr>
              <w:t xml:space="preserve"> Century Architecture  </w:t>
            </w:r>
          </w:p>
          <w:p w:rsidR="003A0DC2" w:rsidRPr="00133696" w:rsidRDefault="006B4093" w:rsidP="006B4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Ch. 25</w:t>
            </w:r>
          </w:p>
        </w:tc>
        <w:tc>
          <w:tcPr>
            <w:tcW w:w="2016" w:type="dxa"/>
          </w:tcPr>
          <w:p w:rsidR="00EF03A9" w:rsidRDefault="006B4093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6B4093" w:rsidRPr="00133696" w:rsidRDefault="006B4093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Architecture</w:t>
            </w:r>
          </w:p>
          <w:p w:rsidR="00A6343D" w:rsidRPr="00133696" w:rsidRDefault="00A6343D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A6343D" w:rsidRDefault="00EF03A9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EF03A9" w:rsidRPr="00133696" w:rsidRDefault="00EF03A9" w:rsidP="007927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EF03A9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Architecture/ essay</w:t>
            </w:r>
          </w:p>
        </w:tc>
        <w:tc>
          <w:tcPr>
            <w:tcW w:w="2016" w:type="dxa"/>
          </w:tcPr>
          <w:p w:rsidR="00A6343D" w:rsidRDefault="00A6343D" w:rsidP="001B60D2">
            <w:pPr>
              <w:rPr>
                <w:sz w:val="22"/>
                <w:szCs w:val="22"/>
              </w:rPr>
            </w:pPr>
          </w:p>
          <w:p w:rsidR="00EF03A9" w:rsidRPr="00133696" w:rsidRDefault="006B4093" w:rsidP="006B4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Chapter on 19</w:t>
            </w:r>
            <w:r w:rsidRPr="006B4093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Impressionism</w:t>
            </w:r>
          </w:p>
        </w:tc>
        <w:tc>
          <w:tcPr>
            <w:tcW w:w="2016" w:type="dxa"/>
          </w:tcPr>
          <w:p w:rsidR="001B60D2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A45381" w:rsidRPr="00133696" w:rsidRDefault="00C45B53" w:rsidP="00C45B53">
            <w:pPr>
              <w:rPr>
                <w:sz w:val="22"/>
                <w:szCs w:val="22"/>
              </w:rPr>
            </w:pPr>
            <w:r>
              <w:rPr>
                <w:rStyle w:val="Strong"/>
              </w:rPr>
              <w:t>Coffee Novo</w:t>
            </w:r>
            <w:r>
              <w:br/>
              <w:t>1200 Acoma St Unit A #101</w:t>
            </w:r>
            <w:r w:rsidR="003D3166">
              <w:t xml:space="preserve"> 1:00</w:t>
            </w:r>
            <w:r>
              <w:br/>
              <w:t>Denver, CO 80204</w:t>
            </w:r>
            <w:r>
              <w:br/>
              <w:t>(720) 496-4146</w:t>
            </w:r>
          </w:p>
        </w:tc>
        <w:tc>
          <w:tcPr>
            <w:tcW w:w="2016" w:type="dxa"/>
          </w:tcPr>
          <w:p w:rsidR="00A6343D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EF03A9" w:rsidRPr="001C4003" w:rsidRDefault="006B4093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EF03A9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Architecture/ Essay</w:t>
            </w:r>
          </w:p>
        </w:tc>
        <w:tc>
          <w:tcPr>
            <w:tcW w:w="2016" w:type="dxa"/>
          </w:tcPr>
          <w:p w:rsidR="00A6343D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  <w:p w:rsidR="00EF03A9" w:rsidRPr="00133696" w:rsidRDefault="00EF03A9" w:rsidP="00EF03A9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A6343D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EF03A9" w:rsidRPr="00133696" w:rsidRDefault="006B4093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EF03A9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Architecture</w:t>
            </w:r>
          </w:p>
        </w:tc>
        <w:tc>
          <w:tcPr>
            <w:tcW w:w="2016" w:type="dxa"/>
          </w:tcPr>
          <w:p w:rsidR="00EF03A9" w:rsidRDefault="00EF03A9" w:rsidP="00616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6164DA" w:rsidRPr="00133696" w:rsidRDefault="006B4093" w:rsidP="00A45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EF03A9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Impressionism /Japanese Woodblock prints Slide Show</w:t>
            </w:r>
          </w:p>
        </w:tc>
        <w:tc>
          <w:tcPr>
            <w:tcW w:w="2016" w:type="dxa"/>
          </w:tcPr>
          <w:p w:rsidR="00752C9E" w:rsidRDefault="00EF03A9" w:rsidP="00616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A45381" w:rsidRPr="00133696" w:rsidRDefault="00A45381" w:rsidP="006164DA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C45B53" w:rsidRPr="00133696" w:rsidRDefault="00C45B53" w:rsidP="001B60D2">
            <w:pPr>
              <w:rPr>
                <w:sz w:val="22"/>
                <w:szCs w:val="22"/>
              </w:rPr>
            </w:pP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A6343D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:rsidR="003D316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Botanical Gardens</w:t>
            </w:r>
          </w:p>
          <w:p w:rsidR="003D316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Study Group</w:t>
            </w:r>
          </w:p>
          <w:p w:rsidR="003D3166" w:rsidRPr="0013369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1:00</w:t>
            </w:r>
          </w:p>
        </w:tc>
        <w:tc>
          <w:tcPr>
            <w:tcW w:w="2016" w:type="dxa"/>
          </w:tcPr>
          <w:p w:rsidR="00EF03A9" w:rsidRPr="00133696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752C9E">
              <w:rPr>
                <w:sz w:val="22"/>
                <w:szCs w:val="22"/>
              </w:rPr>
              <w:t xml:space="preserve"> </w:t>
            </w:r>
            <w:r w:rsidR="006B4093">
              <w:rPr>
                <w:sz w:val="22"/>
                <w:szCs w:val="22"/>
              </w:rPr>
              <w:t xml:space="preserve"> Impression Cont. essay</w:t>
            </w:r>
          </w:p>
          <w:p w:rsidR="003B76B4" w:rsidRPr="00133696" w:rsidRDefault="00A45381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Picasso/ Matisse/ Brancusi/ van Gogh slide show </w:t>
            </w:r>
          </w:p>
        </w:tc>
        <w:tc>
          <w:tcPr>
            <w:tcW w:w="2016" w:type="dxa"/>
          </w:tcPr>
          <w:p w:rsidR="00A6343D" w:rsidRPr="00133696" w:rsidRDefault="00A6343D" w:rsidP="00A6343D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F03A9" w:rsidRPr="00133696" w:rsidRDefault="00EF03A9" w:rsidP="00EF0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3B76B4" w:rsidRPr="00133696" w:rsidRDefault="00A45381" w:rsidP="00752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Picasso/ Matisse/Brancusi/ van Gogh essay</w:t>
            </w:r>
          </w:p>
        </w:tc>
        <w:tc>
          <w:tcPr>
            <w:tcW w:w="2016" w:type="dxa"/>
          </w:tcPr>
          <w:p w:rsidR="00A6343D" w:rsidRDefault="00EF03A9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A45381" w:rsidRPr="00752C9E" w:rsidRDefault="00A45381" w:rsidP="00A634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A45381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Century Architecture/slide show</w:t>
            </w:r>
          </w:p>
        </w:tc>
        <w:tc>
          <w:tcPr>
            <w:tcW w:w="2016" w:type="dxa"/>
          </w:tcPr>
          <w:p w:rsidR="001B60D2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3D3166" w:rsidRDefault="003D3166" w:rsidP="001B60D2">
            <w:pPr>
              <w:rPr>
                <w:sz w:val="22"/>
                <w:szCs w:val="22"/>
              </w:rPr>
            </w:pPr>
          </w:p>
          <w:p w:rsidR="003D316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 Chapter 26</w:t>
            </w:r>
          </w:p>
          <w:p w:rsidR="003D3166" w:rsidRPr="00133696" w:rsidRDefault="003D316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United States between Wars</w:t>
            </w:r>
          </w:p>
        </w:tc>
        <w:tc>
          <w:tcPr>
            <w:tcW w:w="2016" w:type="dxa"/>
          </w:tcPr>
          <w:p w:rsidR="001B60D2" w:rsidRPr="00133696" w:rsidRDefault="00EF03A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</w:tbl>
    <w:p w:rsidR="00433495" w:rsidRDefault="00433495"/>
    <w:p w:rsidR="000B0C54" w:rsidRDefault="000B0C54"/>
    <w:p w:rsidR="000B0C54" w:rsidRDefault="000B0C54"/>
    <w:p w:rsidR="000B0C54" w:rsidRDefault="000B0C54"/>
    <w:p w:rsidR="00433495" w:rsidRPr="000B0C54" w:rsidRDefault="00433495">
      <w:pPr>
        <w:rPr>
          <w:sz w:val="24"/>
          <w:szCs w:val="24"/>
        </w:rPr>
      </w:pPr>
    </w:p>
    <w:p w:rsidR="00433495" w:rsidRPr="000B0C54" w:rsidRDefault="00433495">
      <w:pPr>
        <w:jc w:val="center"/>
        <w:rPr>
          <w:sz w:val="24"/>
          <w:szCs w:val="24"/>
        </w:rPr>
      </w:pPr>
    </w:p>
    <w:sectPr w:rsidR="00433495" w:rsidRPr="000B0C54" w:rsidSect="00551508">
      <w:pgSz w:w="15840" w:h="12240" w:orient="landscape" w:code="1"/>
      <w:pgMar w:top="1008" w:right="1008" w:bottom="1008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C54"/>
    <w:rsid w:val="000114CF"/>
    <w:rsid w:val="0005769C"/>
    <w:rsid w:val="00081E65"/>
    <w:rsid w:val="000B0C54"/>
    <w:rsid w:val="000D432B"/>
    <w:rsid w:val="000D43A9"/>
    <w:rsid w:val="000E6258"/>
    <w:rsid w:val="00125BB2"/>
    <w:rsid w:val="00133696"/>
    <w:rsid w:val="00185BCE"/>
    <w:rsid w:val="001B60D2"/>
    <w:rsid w:val="001C4003"/>
    <w:rsid w:val="002017A9"/>
    <w:rsid w:val="00203565"/>
    <w:rsid w:val="00215C05"/>
    <w:rsid w:val="0024212B"/>
    <w:rsid w:val="002A2213"/>
    <w:rsid w:val="002B3E7E"/>
    <w:rsid w:val="002F2347"/>
    <w:rsid w:val="003016E6"/>
    <w:rsid w:val="00330F67"/>
    <w:rsid w:val="003A0DC2"/>
    <w:rsid w:val="003B76B4"/>
    <w:rsid w:val="003D3166"/>
    <w:rsid w:val="00425938"/>
    <w:rsid w:val="00433495"/>
    <w:rsid w:val="004503ED"/>
    <w:rsid w:val="00473799"/>
    <w:rsid w:val="004809BD"/>
    <w:rsid w:val="004B4A89"/>
    <w:rsid w:val="004B61E2"/>
    <w:rsid w:val="004D281B"/>
    <w:rsid w:val="004D48BE"/>
    <w:rsid w:val="00551508"/>
    <w:rsid w:val="00561C91"/>
    <w:rsid w:val="00592B01"/>
    <w:rsid w:val="005B4A28"/>
    <w:rsid w:val="005D3F89"/>
    <w:rsid w:val="006164DA"/>
    <w:rsid w:val="00694CA1"/>
    <w:rsid w:val="006B4093"/>
    <w:rsid w:val="006B781A"/>
    <w:rsid w:val="006E24F4"/>
    <w:rsid w:val="00752C9E"/>
    <w:rsid w:val="00767A72"/>
    <w:rsid w:val="007927E9"/>
    <w:rsid w:val="008215FA"/>
    <w:rsid w:val="00853169"/>
    <w:rsid w:val="008B332C"/>
    <w:rsid w:val="00932F65"/>
    <w:rsid w:val="009F7680"/>
    <w:rsid w:val="00A22F14"/>
    <w:rsid w:val="00A4476F"/>
    <w:rsid w:val="00A45381"/>
    <w:rsid w:val="00A50016"/>
    <w:rsid w:val="00A574E5"/>
    <w:rsid w:val="00A6343D"/>
    <w:rsid w:val="00A71A35"/>
    <w:rsid w:val="00A84793"/>
    <w:rsid w:val="00AE57F8"/>
    <w:rsid w:val="00B3017A"/>
    <w:rsid w:val="00B66AA6"/>
    <w:rsid w:val="00BE7306"/>
    <w:rsid w:val="00C30272"/>
    <w:rsid w:val="00C451F6"/>
    <w:rsid w:val="00C45B53"/>
    <w:rsid w:val="00CA32AE"/>
    <w:rsid w:val="00D1379E"/>
    <w:rsid w:val="00D56024"/>
    <w:rsid w:val="00D84CE0"/>
    <w:rsid w:val="00DB09D9"/>
    <w:rsid w:val="00E0796B"/>
    <w:rsid w:val="00E84208"/>
    <w:rsid w:val="00E876CC"/>
    <w:rsid w:val="00EE532E"/>
    <w:rsid w:val="00EF03A9"/>
    <w:rsid w:val="00EF6456"/>
    <w:rsid w:val="00F14E95"/>
    <w:rsid w:val="00F83EC7"/>
    <w:rsid w:val="00FE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49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49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495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  <w:style w:type="character" w:styleId="Strong">
    <w:name w:val="Strong"/>
    <w:basedOn w:val="DefaultParagraphFont"/>
    <w:uiPriority w:val="22"/>
    <w:qFormat/>
    <w:rsid w:val="00C45B5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45B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%20Clemmer\AppData\Roaming\Microsoft\Templates\EdWorld_7DayCalendar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35914A81024D3C884355D89CF13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8D9F0-E639-4487-A22F-BC14E0EEA2E7}"/>
      </w:docPartPr>
      <w:docPartBody>
        <w:p w:rsidR="00A00854" w:rsidRDefault="000539AE">
          <w:pPr>
            <w:pStyle w:val="D035914A81024D3C884355D89CF13B0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39AE"/>
    <w:rsid w:val="000539AE"/>
    <w:rsid w:val="00412773"/>
    <w:rsid w:val="00474E34"/>
    <w:rsid w:val="004E316E"/>
    <w:rsid w:val="0051141D"/>
    <w:rsid w:val="005E77B6"/>
    <w:rsid w:val="008057B7"/>
    <w:rsid w:val="00897E3C"/>
    <w:rsid w:val="00936192"/>
    <w:rsid w:val="00A00854"/>
    <w:rsid w:val="00A41E0B"/>
    <w:rsid w:val="00A55DF2"/>
    <w:rsid w:val="00B55B90"/>
    <w:rsid w:val="00C64B29"/>
    <w:rsid w:val="00FE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0854"/>
    <w:rPr>
      <w:color w:val="808080"/>
    </w:rPr>
  </w:style>
  <w:style w:type="paragraph" w:customStyle="1" w:styleId="D035914A81024D3C884355D89CF13B00">
    <w:name w:val="D035914A81024D3C884355D89CF13B00"/>
    <w:rsid w:val="00A008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6" ma:contentTypeDescription="Create a new document." ma:contentTypeScope="" ma:versionID="e4a5fc713301fd121d9c49aa2472189d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9CF8F8F-CADA-4413-9D0F-A9A2FF5E97C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10306A60-B004-4198-BABD-E442ED6FD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3</TotalTime>
  <Pages>2</Pages>
  <Words>128</Words>
  <Characters>704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dcterms:created xsi:type="dcterms:W3CDTF">2011-04-13T02:53:00Z</dcterms:created>
  <dcterms:modified xsi:type="dcterms:W3CDTF">2011-04-13T02:53:00Z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