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5" w:rsidRDefault="00E876CC">
      <w:pPr>
        <w:pStyle w:val="Heading2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-316865</wp:posOffset>
            </wp:positionH>
            <wp:positionV relativeFrom="paragraph">
              <wp:posOffset>-490220</wp:posOffset>
            </wp:positionV>
            <wp:extent cx="1924050" cy="1950085"/>
            <wp:effectExtent l="133350" t="114300" r="114300" b="107315"/>
            <wp:wrapThrough wrapText="bothSides">
              <wp:wrapPolygon edited="0">
                <wp:start x="20797" y="-52"/>
                <wp:lineTo x="10269" y="-380"/>
                <wp:lineTo x="-104" y="-261"/>
                <wp:lineTo x="-371" y="17586"/>
                <wp:lineTo x="-247" y="21435"/>
                <wp:lineTo x="1237" y="21631"/>
                <wp:lineTo x="2297" y="21771"/>
                <wp:lineTo x="4657" y="21871"/>
                <wp:lineTo x="4473" y="21633"/>
                <wp:lineTo x="21418" y="22384"/>
                <wp:lineTo x="21872" y="19038"/>
                <wp:lineTo x="21916" y="17128"/>
                <wp:lineTo x="21918" y="13934"/>
                <wp:lineTo x="21946" y="13725"/>
                <wp:lineTo x="21949" y="10532"/>
                <wp:lineTo x="21977" y="10323"/>
                <wp:lineTo x="21979" y="7130"/>
                <wp:lineTo x="22008" y="6921"/>
                <wp:lineTo x="21798" y="3700"/>
                <wp:lineTo x="21826" y="3491"/>
                <wp:lineTo x="21829" y="297"/>
                <wp:lineTo x="21857" y="88"/>
                <wp:lineTo x="20797" y="-52"/>
              </wp:wrapPolygon>
            </wp:wrapThrough>
            <wp:docPr id="2" name="il_fi" descr="http://www.alamo.edu/sac/vat/arthistory/arts1303/E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amo.edu/sac/vat/arthistory/arts1303/Ec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21141938">
                      <a:off x="0" y="0"/>
                      <a:ext cx="1924050" cy="195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1A35" w:rsidRPr="00A71A3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3pt;margin-top:-21.4pt;width:461.6pt;height:36pt;z-index:251658240;mso-position-horizontal-relative:text;mso-position-vertical-relative:text" o:allowincell="f" filled="f" stroked="f">
            <v:textbox inset="0,0,0,0">
              <w:txbxContent>
                <w:sdt>
                  <w:sdtPr>
                    <w:rPr>
                      <w:sz w:val="44"/>
                      <w:szCs w:val="44"/>
                    </w:rPr>
                    <w:id w:val="168308275"/>
                    <w:placeholder>
                      <w:docPart w:val="D035914A81024D3C884355D89CF13B00"/>
                    </w:placeholder>
                    <w:comboBox>
                      <w:listItem w:value="Choose an item."/>
                    </w:comboBox>
                  </w:sdtPr>
                  <w:sdtContent>
                    <w:p w:rsidR="004B4A89" w:rsidRDefault="004B4A89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AP Art History </w:t>
                      </w:r>
                      <w:r w:rsidR="00A50016">
                        <w:rPr>
                          <w:sz w:val="44"/>
                          <w:szCs w:val="44"/>
                        </w:rPr>
                        <w:t>December</w:t>
                      </w:r>
                      <w:r>
                        <w:rPr>
                          <w:sz w:val="44"/>
                          <w:szCs w:val="44"/>
                        </w:rPr>
                        <w:t xml:space="preserve"> 2010</w:t>
                      </w:r>
                    </w:p>
                  </w:sdtContent>
                </w:sdt>
              </w:txbxContent>
            </v:textbox>
            <w10:wrap type="square"/>
          </v:shape>
        </w:pict>
      </w:r>
    </w:p>
    <w:p w:rsidR="00433495" w:rsidRDefault="00433495">
      <w:pPr>
        <w:rPr>
          <w:sz w:val="22"/>
          <w:szCs w:val="22"/>
        </w:rPr>
      </w:pPr>
    </w:p>
    <w:p w:rsidR="00433495" w:rsidRDefault="00433495"/>
    <w:tbl>
      <w:tblPr>
        <w:tblpPr w:leftFromText="180" w:rightFromText="180" w:vertAnchor="text" w:horzAnchor="margin" w:tblpY="15"/>
        <w:tblW w:w="14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FE131F" w:rsidTr="00FE131F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FE131F" w:rsidRPr="00133696" w:rsidRDefault="00FE131F" w:rsidP="00FE131F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SATURDAY</w:t>
            </w:r>
          </w:p>
        </w:tc>
      </w:tr>
      <w:tr w:rsidR="00FE131F" w:rsidTr="00FE131F">
        <w:trPr>
          <w:trHeight w:hRule="exact" w:val="1639"/>
        </w:trPr>
        <w:tc>
          <w:tcPr>
            <w:tcW w:w="2016" w:type="dxa"/>
          </w:tcPr>
          <w:p w:rsidR="00FE131F" w:rsidRPr="00133696" w:rsidRDefault="00FE131F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876CC" w:rsidRDefault="00E876CC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E876CC" w:rsidRDefault="00E876CC" w:rsidP="00FE131F">
            <w:pPr>
              <w:rPr>
                <w:sz w:val="22"/>
                <w:szCs w:val="22"/>
              </w:rPr>
            </w:pPr>
          </w:p>
          <w:p w:rsidR="00E876CC" w:rsidRDefault="00E876CC" w:rsidP="00FE131F">
            <w:pPr>
              <w:rPr>
                <w:sz w:val="22"/>
                <w:szCs w:val="22"/>
              </w:rPr>
            </w:pPr>
          </w:p>
          <w:p w:rsidR="001B60D2" w:rsidRDefault="00E876CC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29 </w:t>
            </w:r>
          </w:p>
          <w:p w:rsidR="00E876CC" w:rsidRPr="00133696" w:rsidRDefault="00E876CC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Early Christian/ Byzantine</w:t>
            </w:r>
            <w:r w:rsidR="00D84CE0">
              <w:rPr>
                <w:sz w:val="22"/>
                <w:szCs w:val="22"/>
              </w:rPr>
              <w:t>/cont…</w:t>
            </w:r>
          </w:p>
        </w:tc>
        <w:tc>
          <w:tcPr>
            <w:tcW w:w="2016" w:type="dxa"/>
          </w:tcPr>
          <w:p w:rsidR="00FE131F" w:rsidRDefault="00E876CC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EF6456" w:rsidRPr="00133696" w:rsidRDefault="00FE131F" w:rsidP="00D84C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50016">
              <w:rPr>
                <w:sz w:val="22"/>
                <w:szCs w:val="22"/>
              </w:rPr>
              <w:t>1</w:t>
            </w:r>
            <w:r w:rsidR="00E876CC">
              <w:rPr>
                <w:sz w:val="22"/>
                <w:szCs w:val="22"/>
              </w:rPr>
              <w:t xml:space="preserve"> </w:t>
            </w:r>
            <w:r w:rsidR="00767A72">
              <w:rPr>
                <w:sz w:val="22"/>
                <w:szCs w:val="22"/>
              </w:rPr>
              <w:t xml:space="preserve">Byzantine </w:t>
            </w:r>
          </w:p>
        </w:tc>
        <w:tc>
          <w:tcPr>
            <w:tcW w:w="2016" w:type="dxa"/>
          </w:tcPr>
          <w:p w:rsidR="001B60D2" w:rsidRDefault="00A50016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3565">
              <w:rPr>
                <w:sz w:val="22"/>
                <w:szCs w:val="22"/>
              </w:rPr>
              <w:t xml:space="preserve"> </w:t>
            </w:r>
          </w:p>
          <w:p w:rsidR="00203565" w:rsidRPr="001B60D2" w:rsidRDefault="00203565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 </w:t>
            </w:r>
          </w:p>
        </w:tc>
        <w:tc>
          <w:tcPr>
            <w:tcW w:w="2016" w:type="dxa"/>
          </w:tcPr>
          <w:p w:rsidR="00FE131F" w:rsidRDefault="00FE131F" w:rsidP="00FE131F">
            <w:pPr>
              <w:rPr>
                <w:sz w:val="22"/>
                <w:szCs w:val="22"/>
              </w:rPr>
            </w:pPr>
          </w:p>
          <w:p w:rsidR="00FE131F" w:rsidRPr="00133696" w:rsidRDefault="00A50016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16" w:type="dxa"/>
          </w:tcPr>
          <w:p w:rsidR="00FE131F" w:rsidRDefault="00A50016" w:rsidP="00FE13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1B60D2" w:rsidRPr="00133696" w:rsidRDefault="001B60D2" w:rsidP="00FE131F">
            <w:pPr>
              <w:rPr>
                <w:sz w:val="22"/>
                <w:szCs w:val="22"/>
              </w:rPr>
            </w:pPr>
          </w:p>
        </w:tc>
      </w:tr>
      <w:tr w:rsidR="001B60D2" w:rsidTr="00FE131F">
        <w:trPr>
          <w:trHeight w:hRule="exact" w:val="1635"/>
        </w:trPr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6" w:type="dxa"/>
          </w:tcPr>
          <w:p w:rsidR="001B60D2" w:rsidRDefault="00A50016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853169" w:rsidRPr="00133696" w:rsidRDefault="007927E9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Art Made the World</w:t>
            </w:r>
          </w:p>
        </w:tc>
        <w:tc>
          <w:tcPr>
            <w:tcW w:w="2016" w:type="dxa"/>
          </w:tcPr>
          <w:p w:rsidR="001B60D2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7927E9" w:rsidRDefault="007927E9" w:rsidP="001B60D2">
            <w:pPr>
              <w:rPr>
                <w:sz w:val="22"/>
                <w:szCs w:val="22"/>
              </w:rPr>
            </w:pPr>
          </w:p>
          <w:p w:rsidR="007927E9" w:rsidRPr="00133696" w:rsidRDefault="007927E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Tutoring and study session until 4</w:t>
            </w:r>
          </w:p>
        </w:tc>
        <w:tc>
          <w:tcPr>
            <w:tcW w:w="2016" w:type="dxa"/>
          </w:tcPr>
          <w:p w:rsidR="001B60D2" w:rsidRPr="007927E9" w:rsidRDefault="00A50016" w:rsidP="001B60D2">
            <w:pPr>
              <w:rPr>
                <w:sz w:val="18"/>
                <w:szCs w:val="18"/>
              </w:rPr>
            </w:pPr>
            <w:r w:rsidRPr="007927E9">
              <w:rPr>
                <w:sz w:val="18"/>
                <w:szCs w:val="18"/>
              </w:rPr>
              <w:t xml:space="preserve"> 8</w:t>
            </w:r>
          </w:p>
          <w:p w:rsidR="00853169" w:rsidRPr="007927E9" w:rsidRDefault="00853169" w:rsidP="001B60D2">
            <w:pPr>
              <w:rPr>
                <w:sz w:val="18"/>
                <w:szCs w:val="18"/>
              </w:rPr>
            </w:pPr>
            <w:r w:rsidRPr="007927E9">
              <w:rPr>
                <w:sz w:val="18"/>
                <w:szCs w:val="18"/>
              </w:rPr>
              <w:t xml:space="preserve">Early </w:t>
            </w:r>
            <w:proofErr w:type="spellStart"/>
            <w:r w:rsidR="007927E9" w:rsidRPr="007927E9">
              <w:rPr>
                <w:sz w:val="18"/>
                <w:szCs w:val="18"/>
              </w:rPr>
              <w:t>Christian</w:t>
            </w:r>
            <w:r w:rsidRPr="007927E9">
              <w:rPr>
                <w:sz w:val="18"/>
                <w:szCs w:val="18"/>
              </w:rPr>
              <w:t>Unit</w:t>
            </w:r>
            <w:proofErr w:type="spellEnd"/>
            <w:r w:rsidRPr="007927E9">
              <w:rPr>
                <w:sz w:val="18"/>
                <w:szCs w:val="18"/>
              </w:rPr>
              <w:t xml:space="preserve"> plan due</w:t>
            </w:r>
          </w:p>
          <w:p w:rsidR="00853169" w:rsidRPr="007927E9" w:rsidRDefault="007927E9" w:rsidP="001B60D2">
            <w:pPr>
              <w:rPr>
                <w:sz w:val="18"/>
                <w:szCs w:val="18"/>
              </w:rPr>
            </w:pPr>
            <w:r w:rsidRPr="007927E9">
              <w:rPr>
                <w:sz w:val="18"/>
                <w:szCs w:val="18"/>
              </w:rPr>
              <w:t xml:space="preserve">Essay on Justinian and </w:t>
            </w:r>
            <w:proofErr w:type="spellStart"/>
            <w:r w:rsidRPr="007927E9">
              <w:rPr>
                <w:sz w:val="18"/>
                <w:szCs w:val="18"/>
              </w:rPr>
              <w:t>Ara</w:t>
            </w:r>
            <w:proofErr w:type="spellEnd"/>
            <w:r w:rsidRPr="007927E9">
              <w:rPr>
                <w:sz w:val="18"/>
                <w:szCs w:val="18"/>
              </w:rPr>
              <w:t xml:space="preserve"> </w:t>
            </w:r>
            <w:proofErr w:type="spellStart"/>
            <w:r w:rsidRPr="007927E9">
              <w:rPr>
                <w:sz w:val="18"/>
                <w:szCs w:val="18"/>
              </w:rPr>
              <w:t>Pacis</w:t>
            </w:r>
            <w:proofErr w:type="spellEnd"/>
            <w:r w:rsidRPr="007927E9">
              <w:rPr>
                <w:sz w:val="18"/>
                <w:szCs w:val="18"/>
              </w:rPr>
              <w:t xml:space="preserve"> essay due</w:t>
            </w:r>
          </w:p>
          <w:p w:rsidR="00203565" w:rsidRPr="007927E9" w:rsidRDefault="007927E9" w:rsidP="001B60D2">
            <w:pPr>
              <w:rPr>
                <w:sz w:val="18"/>
                <w:szCs w:val="18"/>
              </w:rPr>
            </w:pPr>
            <w:r w:rsidRPr="007927E9">
              <w:rPr>
                <w:sz w:val="18"/>
                <w:szCs w:val="18"/>
              </w:rPr>
              <w:t>Tutoring and study sessi</w:t>
            </w:r>
            <w:r>
              <w:rPr>
                <w:sz w:val="18"/>
                <w:szCs w:val="18"/>
              </w:rPr>
              <w:t>on until 4</w:t>
            </w:r>
          </w:p>
        </w:tc>
        <w:tc>
          <w:tcPr>
            <w:tcW w:w="2016" w:type="dxa"/>
          </w:tcPr>
          <w:p w:rsidR="001B60D2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203565" w:rsidRDefault="007927E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Art made the world cont.</w:t>
            </w:r>
          </w:p>
          <w:p w:rsidR="007927E9" w:rsidRDefault="007927E9" w:rsidP="001B60D2">
            <w:pPr>
              <w:rPr>
                <w:sz w:val="22"/>
                <w:szCs w:val="22"/>
              </w:rPr>
            </w:pPr>
          </w:p>
          <w:p w:rsidR="007927E9" w:rsidRPr="00133696" w:rsidRDefault="007927E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Tutoring and study session until 4</w:t>
            </w:r>
          </w:p>
        </w:tc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1B60D2" w:rsidRPr="000B0C54" w:rsidTr="00FE131F">
        <w:trPr>
          <w:trHeight w:hRule="exact" w:val="1774"/>
        </w:trPr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16" w:type="dxa"/>
          </w:tcPr>
          <w:p w:rsidR="001B60D2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853169" w:rsidRDefault="007927E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Essay test on Early Christian and Byzantine Art due</w:t>
            </w:r>
          </w:p>
          <w:p w:rsidR="001B60D2" w:rsidRPr="00133696" w:rsidRDefault="001B60D2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7927E9" w:rsidRDefault="00A50016" w:rsidP="001B60D2">
            <w:r>
              <w:rPr>
                <w:sz w:val="22"/>
                <w:szCs w:val="22"/>
              </w:rPr>
              <w:t>14</w:t>
            </w:r>
            <w:r w:rsidR="007927E9">
              <w:t xml:space="preserve"> </w:t>
            </w:r>
          </w:p>
          <w:p w:rsidR="007927E9" w:rsidRDefault="007927E9" w:rsidP="001B60D2"/>
          <w:p w:rsidR="001B60D2" w:rsidRPr="00133696" w:rsidRDefault="007927E9" w:rsidP="001B60D2">
            <w:pPr>
              <w:rPr>
                <w:sz w:val="22"/>
                <w:szCs w:val="22"/>
              </w:rPr>
            </w:pPr>
            <w:r w:rsidRPr="007927E9">
              <w:rPr>
                <w:sz w:val="22"/>
                <w:szCs w:val="22"/>
              </w:rPr>
              <w:t>Tutoring and study session until 4</w:t>
            </w:r>
          </w:p>
        </w:tc>
        <w:tc>
          <w:tcPr>
            <w:tcW w:w="2016" w:type="dxa"/>
          </w:tcPr>
          <w:p w:rsidR="001B60D2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7927E9" w:rsidRPr="00133696" w:rsidRDefault="00425938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Final</w:t>
            </w:r>
          </w:p>
        </w:tc>
        <w:tc>
          <w:tcPr>
            <w:tcW w:w="2016" w:type="dxa"/>
          </w:tcPr>
          <w:p w:rsidR="00A50016" w:rsidRDefault="00A50016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853169" w:rsidRPr="00133696" w:rsidRDefault="00853169" w:rsidP="007927E9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7927E9" w:rsidRDefault="007927E9" w:rsidP="001B60D2">
            <w:pPr>
              <w:rPr>
                <w:sz w:val="22"/>
                <w:szCs w:val="22"/>
              </w:rPr>
            </w:pPr>
          </w:p>
          <w:p w:rsidR="007927E9" w:rsidRPr="00133696" w:rsidRDefault="007927E9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Happy Winter Break.</w:t>
            </w:r>
          </w:p>
        </w:tc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16" w:type="dxa"/>
          </w:tcPr>
          <w:p w:rsidR="00752C9E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853169" w:rsidRPr="001C4003" w:rsidRDefault="00853169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16" w:type="dxa"/>
          </w:tcPr>
          <w:p w:rsidR="00A50016" w:rsidRPr="00133696" w:rsidRDefault="00A50016" w:rsidP="00A500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1B60D2" w:rsidRPr="00133696" w:rsidRDefault="001B60D2" w:rsidP="001B60D2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752C9E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016" w:type="dxa"/>
          </w:tcPr>
          <w:p w:rsidR="00752C9E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1B60D2" w:rsidRPr="000B0C54" w:rsidTr="00FE131F">
        <w:trPr>
          <w:trHeight w:hRule="exact" w:val="1500"/>
        </w:trPr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016" w:type="dxa"/>
          </w:tcPr>
          <w:p w:rsidR="00752C9E" w:rsidRPr="00133696" w:rsidRDefault="00752C9E" w:rsidP="00752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50016">
              <w:rPr>
                <w:sz w:val="22"/>
                <w:szCs w:val="22"/>
              </w:rPr>
              <w:t>27</w:t>
            </w:r>
          </w:p>
        </w:tc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016" w:type="dxa"/>
          </w:tcPr>
          <w:p w:rsidR="00752C9E" w:rsidRPr="00133696" w:rsidRDefault="00A50016" w:rsidP="00752C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016" w:type="dxa"/>
          </w:tcPr>
          <w:p w:rsidR="00752C9E" w:rsidRPr="00752C9E" w:rsidRDefault="00752C9E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  <w:r w:rsidR="00A50016">
              <w:rPr>
                <w:sz w:val="22"/>
                <w:szCs w:val="22"/>
              </w:rPr>
              <w:t>30</w:t>
            </w:r>
          </w:p>
        </w:tc>
        <w:tc>
          <w:tcPr>
            <w:tcW w:w="2016" w:type="dxa"/>
          </w:tcPr>
          <w:p w:rsidR="001B60D2" w:rsidRPr="00133696" w:rsidRDefault="00A50016" w:rsidP="001B6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016" w:type="dxa"/>
          </w:tcPr>
          <w:p w:rsidR="001B60D2" w:rsidRPr="00133696" w:rsidRDefault="001B60D2" w:rsidP="001B60D2">
            <w:pPr>
              <w:rPr>
                <w:sz w:val="22"/>
                <w:szCs w:val="22"/>
              </w:rPr>
            </w:pPr>
          </w:p>
        </w:tc>
      </w:tr>
    </w:tbl>
    <w:p w:rsidR="00433495" w:rsidRDefault="00433495"/>
    <w:p w:rsidR="000B0C54" w:rsidRDefault="000B0C54"/>
    <w:p w:rsidR="000B0C54" w:rsidRDefault="000B0C54"/>
    <w:p w:rsidR="000B0C54" w:rsidRDefault="000B0C54"/>
    <w:p w:rsidR="00433495" w:rsidRPr="000B0C54" w:rsidRDefault="00433495">
      <w:pPr>
        <w:rPr>
          <w:sz w:val="24"/>
          <w:szCs w:val="24"/>
        </w:rPr>
      </w:pPr>
    </w:p>
    <w:p w:rsidR="00433495" w:rsidRPr="000B0C54" w:rsidRDefault="00433495">
      <w:pPr>
        <w:jc w:val="center"/>
        <w:rPr>
          <w:sz w:val="24"/>
          <w:szCs w:val="24"/>
        </w:rPr>
      </w:pPr>
    </w:p>
    <w:sectPr w:rsidR="00433495" w:rsidRPr="000B0C54" w:rsidSect="00551508">
      <w:pgSz w:w="15840" w:h="12240" w:orient="landscape" w:code="1"/>
      <w:pgMar w:top="1008" w:right="1008" w:bottom="1008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C54"/>
    <w:rsid w:val="0005769C"/>
    <w:rsid w:val="000B0C54"/>
    <w:rsid w:val="00133696"/>
    <w:rsid w:val="00185BCE"/>
    <w:rsid w:val="001B60D2"/>
    <w:rsid w:val="001C4003"/>
    <w:rsid w:val="00203565"/>
    <w:rsid w:val="00215C05"/>
    <w:rsid w:val="0024212B"/>
    <w:rsid w:val="002F2347"/>
    <w:rsid w:val="00330F67"/>
    <w:rsid w:val="00425938"/>
    <w:rsid w:val="00433495"/>
    <w:rsid w:val="004503ED"/>
    <w:rsid w:val="004B4A89"/>
    <w:rsid w:val="004B61E2"/>
    <w:rsid w:val="004D281B"/>
    <w:rsid w:val="004D48BE"/>
    <w:rsid w:val="00551508"/>
    <w:rsid w:val="00592B01"/>
    <w:rsid w:val="005B4A28"/>
    <w:rsid w:val="005D3F89"/>
    <w:rsid w:val="00694CA1"/>
    <w:rsid w:val="00752C9E"/>
    <w:rsid w:val="00767A72"/>
    <w:rsid w:val="007927E9"/>
    <w:rsid w:val="008215FA"/>
    <w:rsid w:val="00853169"/>
    <w:rsid w:val="00A22F14"/>
    <w:rsid w:val="00A50016"/>
    <w:rsid w:val="00A574E5"/>
    <w:rsid w:val="00A71A35"/>
    <w:rsid w:val="00AE57F8"/>
    <w:rsid w:val="00B66AA6"/>
    <w:rsid w:val="00BE7306"/>
    <w:rsid w:val="00C30272"/>
    <w:rsid w:val="00CA32AE"/>
    <w:rsid w:val="00D56024"/>
    <w:rsid w:val="00D84CE0"/>
    <w:rsid w:val="00DB09D9"/>
    <w:rsid w:val="00E0796B"/>
    <w:rsid w:val="00E876CC"/>
    <w:rsid w:val="00EE532E"/>
    <w:rsid w:val="00EF6456"/>
    <w:rsid w:val="00F83EC7"/>
    <w:rsid w:val="00FE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49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49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495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%20Clemmer\AppData\Roaming\Microsoft\Templates\EdWorld_7DayCalendar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35914A81024D3C884355D89CF13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8D9F0-E639-4487-A22F-BC14E0EEA2E7}"/>
      </w:docPartPr>
      <w:docPartBody>
        <w:p w:rsidR="00A00854" w:rsidRDefault="000539AE">
          <w:pPr>
            <w:pStyle w:val="D035914A81024D3C884355D89CF13B0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39AE"/>
    <w:rsid w:val="000539AE"/>
    <w:rsid w:val="00412773"/>
    <w:rsid w:val="00474E34"/>
    <w:rsid w:val="004E316E"/>
    <w:rsid w:val="0051141D"/>
    <w:rsid w:val="00897E3C"/>
    <w:rsid w:val="00A00854"/>
    <w:rsid w:val="00A4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0854"/>
    <w:rPr>
      <w:color w:val="808080"/>
    </w:rPr>
  </w:style>
  <w:style w:type="paragraph" w:customStyle="1" w:styleId="D035914A81024D3C884355D89CF13B00">
    <w:name w:val="D035914A81024D3C884355D89CF13B00"/>
    <w:rsid w:val="00A008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6" ma:contentTypeDescription="Create a new document." ma:contentTypeScope="" ma:versionID="e4a5fc713301fd121d9c49aa2472189d"/>
</file>

<file path=customXml/itemProps1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06A60-B004-4198-BABD-E442ED6FD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CF8F8F-CADA-4413-9D0F-A9A2FF5E97CD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0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3</cp:revision>
  <dcterms:created xsi:type="dcterms:W3CDTF">2010-12-06T05:04:00Z</dcterms:created>
  <dcterms:modified xsi:type="dcterms:W3CDTF">2010-12-09T04:56:00Z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