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495" w:rsidRDefault="00932F65">
      <w:pPr>
        <w:pStyle w:val="Heading2"/>
        <w:rPr>
          <w:sz w:val="22"/>
          <w:szCs w:val="22"/>
        </w:rPr>
      </w:pPr>
      <w:r w:rsidRPr="00932F6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28.3pt;margin-top:-21.4pt;width:461.6pt;height:36pt;z-index:251658240" o:allowincell="f" filled="f" stroked="f">
            <v:textbox inset="0,0,0,0">
              <w:txbxContent>
                <w:sdt>
                  <w:sdtPr>
                    <w:rPr>
                      <w:sz w:val="44"/>
                      <w:szCs w:val="44"/>
                    </w:rPr>
                    <w:id w:val="168308275"/>
                    <w:placeholder>
                      <w:docPart w:val="D035914A81024D3C884355D89CF13B00"/>
                    </w:placeholder>
                    <w:comboBox>
                      <w:listItem w:value="Choose an item."/>
                    </w:comboBox>
                  </w:sdtPr>
                  <w:sdtContent>
                    <w:p w:rsidR="004B4A89" w:rsidRDefault="004B4A89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 xml:space="preserve">AP Art History </w:t>
                      </w:r>
                      <w:r w:rsidR="000114CF">
                        <w:rPr>
                          <w:sz w:val="44"/>
                          <w:szCs w:val="44"/>
                        </w:rPr>
                        <w:t>February</w:t>
                      </w:r>
                      <w:r>
                        <w:rPr>
                          <w:sz w:val="44"/>
                          <w:szCs w:val="44"/>
                        </w:rPr>
                        <w:t xml:space="preserve"> 201</w:t>
                      </w:r>
                      <w:r w:rsidR="000114CF">
                        <w:rPr>
                          <w:sz w:val="44"/>
                          <w:szCs w:val="44"/>
                        </w:rPr>
                        <w:t>1</w:t>
                      </w:r>
                    </w:p>
                  </w:sdtContent>
                </w:sdt>
              </w:txbxContent>
            </v:textbox>
            <w10:wrap type="square"/>
          </v:shape>
        </w:pict>
      </w:r>
    </w:p>
    <w:p w:rsidR="00433495" w:rsidRDefault="00433495">
      <w:pPr>
        <w:rPr>
          <w:sz w:val="22"/>
          <w:szCs w:val="22"/>
        </w:rPr>
      </w:pPr>
    </w:p>
    <w:p w:rsidR="00433495" w:rsidRDefault="00433495"/>
    <w:tbl>
      <w:tblPr>
        <w:tblpPr w:leftFromText="180" w:rightFromText="180" w:vertAnchor="text" w:horzAnchor="margin" w:tblpY="15"/>
        <w:tblW w:w="14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16"/>
        <w:gridCol w:w="2016"/>
        <w:gridCol w:w="2016"/>
        <w:gridCol w:w="2016"/>
        <w:gridCol w:w="2016"/>
        <w:gridCol w:w="2016"/>
        <w:gridCol w:w="2016"/>
      </w:tblGrid>
      <w:tr w:rsidR="00FE131F" w:rsidTr="00FE131F">
        <w:trPr>
          <w:trHeight w:hRule="exact" w:val="500"/>
        </w:trPr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pStyle w:val="Heading1"/>
              <w:rPr>
                <w:color w:val="FFFFFF"/>
                <w:sz w:val="22"/>
                <w:szCs w:val="22"/>
              </w:rPr>
            </w:pPr>
            <w:r w:rsidRPr="00133696">
              <w:rPr>
                <w:color w:val="FFFFFF"/>
                <w:sz w:val="22"/>
                <w:szCs w:val="22"/>
              </w:rPr>
              <w:t>SUNDAY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pStyle w:val="Heading1"/>
              <w:rPr>
                <w:color w:val="FFFFFF"/>
                <w:sz w:val="22"/>
                <w:szCs w:val="22"/>
              </w:rPr>
            </w:pPr>
            <w:r w:rsidRPr="00133696">
              <w:rPr>
                <w:color w:val="FFFFFF"/>
                <w:sz w:val="22"/>
                <w:szCs w:val="22"/>
              </w:rPr>
              <w:t>MONDAY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jc w:val="center"/>
              <w:rPr>
                <w:color w:val="FFFFFF"/>
                <w:sz w:val="22"/>
                <w:szCs w:val="22"/>
              </w:rPr>
            </w:pPr>
            <w:r w:rsidRPr="00133696">
              <w:rPr>
                <w:b/>
                <w:bCs/>
                <w:color w:val="FFFFFF"/>
                <w:sz w:val="22"/>
                <w:szCs w:val="22"/>
              </w:rPr>
              <w:t>TUESDAY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jc w:val="center"/>
              <w:rPr>
                <w:color w:val="FFFFFF"/>
                <w:sz w:val="22"/>
                <w:szCs w:val="22"/>
              </w:rPr>
            </w:pPr>
            <w:r w:rsidRPr="00133696">
              <w:rPr>
                <w:b/>
                <w:bCs/>
                <w:color w:val="FFFFFF"/>
                <w:sz w:val="22"/>
                <w:szCs w:val="22"/>
              </w:rPr>
              <w:t>WEDNESDAY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jc w:val="center"/>
              <w:rPr>
                <w:color w:val="FFFFFF"/>
                <w:sz w:val="22"/>
                <w:szCs w:val="22"/>
              </w:rPr>
            </w:pPr>
            <w:r w:rsidRPr="00133696">
              <w:rPr>
                <w:b/>
                <w:bCs/>
                <w:color w:val="FFFFFF"/>
                <w:sz w:val="22"/>
                <w:szCs w:val="22"/>
              </w:rPr>
              <w:t>THURSDAY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jc w:val="center"/>
              <w:rPr>
                <w:color w:val="FFFFFF"/>
                <w:sz w:val="22"/>
                <w:szCs w:val="22"/>
              </w:rPr>
            </w:pPr>
            <w:r w:rsidRPr="00133696">
              <w:rPr>
                <w:b/>
                <w:bCs/>
                <w:color w:val="FFFFFF"/>
                <w:sz w:val="22"/>
                <w:szCs w:val="22"/>
              </w:rPr>
              <w:t>FRIDAY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jc w:val="center"/>
              <w:rPr>
                <w:color w:val="FFFFFF"/>
                <w:sz w:val="22"/>
                <w:szCs w:val="22"/>
              </w:rPr>
            </w:pPr>
            <w:r w:rsidRPr="00133696">
              <w:rPr>
                <w:b/>
                <w:bCs/>
                <w:color w:val="FFFFFF"/>
                <w:sz w:val="22"/>
                <w:szCs w:val="22"/>
              </w:rPr>
              <w:t>SATURDAY</w:t>
            </w:r>
          </w:p>
        </w:tc>
      </w:tr>
      <w:tr w:rsidR="00FE131F" w:rsidTr="00FE131F">
        <w:trPr>
          <w:trHeight w:hRule="exact" w:val="1639"/>
        </w:trPr>
        <w:tc>
          <w:tcPr>
            <w:tcW w:w="2016" w:type="dxa"/>
          </w:tcPr>
          <w:p w:rsidR="00FE131F" w:rsidRPr="00133696" w:rsidRDefault="00FE131F" w:rsidP="00FE131F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E876CC" w:rsidRPr="00D1379E" w:rsidRDefault="00D1379E" w:rsidP="00FE131F">
            <w:pPr>
              <w:rPr>
                <w:sz w:val="18"/>
                <w:szCs w:val="18"/>
              </w:rPr>
            </w:pPr>
            <w:r w:rsidRPr="00D1379E">
              <w:rPr>
                <w:sz w:val="18"/>
                <w:szCs w:val="18"/>
              </w:rPr>
              <w:t>Test /Modernism</w:t>
            </w:r>
          </w:p>
          <w:p w:rsidR="00D1379E" w:rsidRPr="00D1379E" w:rsidRDefault="00D1379E" w:rsidP="00FE131F">
            <w:pPr>
              <w:rPr>
                <w:sz w:val="18"/>
                <w:szCs w:val="18"/>
              </w:rPr>
            </w:pPr>
            <w:r w:rsidRPr="00D1379E">
              <w:rPr>
                <w:sz w:val="18"/>
                <w:szCs w:val="18"/>
              </w:rPr>
              <w:t xml:space="preserve">Read about artists: </w:t>
            </w:r>
            <w:proofErr w:type="spellStart"/>
            <w:r w:rsidRPr="00D1379E">
              <w:rPr>
                <w:sz w:val="18"/>
                <w:szCs w:val="18"/>
              </w:rPr>
              <w:t>Limgourg</w:t>
            </w:r>
            <w:proofErr w:type="spellEnd"/>
            <w:r w:rsidRPr="00D1379E">
              <w:rPr>
                <w:sz w:val="18"/>
                <w:szCs w:val="18"/>
              </w:rPr>
              <w:t xml:space="preserve"> brothers, Roberts </w:t>
            </w:r>
            <w:proofErr w:type="spellStart"/>
            <w:r w:rsidRPr="00D1379E">
              <w:rPr>
                <w:sz w:val="18"/>
                <w:szCs w:val="18"/>
              </w:rPr>
              <w:t>Campin</w:t>
            </w:r>
            <w:proofErr w:type="spellEnd"/>
            <w:r w:rsidRPr="00D1379E">
              <w:rPr>
                <w:sz w:val="18"/>
                <w:szCs w:val="18"/>
              </w:rPr>
              <w:t xml:space="preserve">, van Eyck, Claus </w:t>
            </w:r>
            <w:proofErr w:type="spellStart"/>
            <w:r w:rsidRPr="00D1379E">
              <w:rPr>
                <w:sz w:val="18"/>
                <w:szCs w:val="18"/>
              </w:rPr>
              <w:t>Sluter</w:t>
            </w:r>
            <w:proofErr w:type="spellEnd"/>
            <w:r w:rsidRPr="00D1379E">
              <w:rPr>
                <w:sz w:val="18"/>
                <w:szCs w:val="18"/>
              </w:rPr>
              <w:t>,</w:t>
            </w:r>
          </w:p>
          <w:p w:rsidR="00D1379E" w:rsidRPr="00D1379E" w:rsidRDefault="00D1379E" w:rsidP="00FE131F">
            <w:pPr>
              <w:rPr>
                <w:sz w:val="18"/>
                <w:szCs w:val="18"/>
              </w:rPr>
            </w:pPr>
            <w:r w:rsidRPr="00D1379E">
              <w:rPr>
                <w:sz w:val="18"/>
                <w:szCs w:val="18"/>
              </w:rPr>
              <w:t xml:space="preserve">Van der Goes, van der Weyden, </w:t>
            </w:r>
            <w:proofErr w:type="spellStart"/>
            <w:r w:rsidRPr="00D1379E">
              <w:rPr>
                <w:sz w:val="18"/>
                <w:szCs w:val="18"/>
              </w:rPr>
              <w:t>Christus</w:t>
            </w:r>
            <w:proofErr w:type="spellEnd"/>
            <w:r w:rsidRPr="00D1379E">
              <w:rPr>
                <w:sz w:val="18"/>
                <w:szCs w:val="18"/>
              </w:rPr>
              <w:t>.</w:t>
            </w:r>
          </w:p>
          <w:p w:rsidR="00D1379E" w:rsidRPr="00D1379E" w:rsidRDefault="00D1379E" w:rsidP="00FE131F">
            <w:pPr>
              <w:rPr>
                <w:sz w:val="18"/>
                <w:szCs w:val="18"/>
              </w:rPr>
            </w:pPr>
          </w:p>
          <w:p w:rsidR="00E876CC" w:rsidRPr="00133696" w:rsidRDefault="00D84CE0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2016" w:type="dxa"/>
          </w:tcPr>
          <w:p w:rsidR="00FE131F" w:rsidRDefault="000114CF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1B60D2" w:rsidRPr="00133696" w:rsidRDefault="001B60D2" w:rsidP="00FE131F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0E6258" w:rsidRPr="000E6258" w:rsidRDefault="00FE131F" w:rsidP="000114CF">
            <w:pPr>
              <w:rPr>
                <w:sz w:val="22"/>
                <w:szCs w:val="18"/>
              </w:rPr>
            </w:pPr>
            <w:r w:rsidRPr="000E6258">
              <w:rPr>
                <w:sz w:val="28"/>
                <w:szCs w:val="22"/>
              </w:rPr>
              <w:t xml:space="preserve"> </w:t>
            </w:r>
            <w:r w:rsidR="000114CF" w:rsidRPr="000E6258">
              <w:rPr>
                <w:sz w:val="22"/>
                <w:szCs w:val="18"/>
              </w:rPr>
              <w:t>2</w:t>
            </w:r>
            <w:r w:rsidR="000E6258">
              <w:rPr>
                <w:sz w:val="22"/>
                <w:szCs w:val="18"/>
              </w:rPr>
              <w:t xml:space="preserve"> </w:t>
            </w:r>
            <w:r w:rsidR="000E6258" w:rsidRPr="000E6258">
              <w:rPr>
                <w:sz w:val="18"/>
                <w:szCs w:val="18"/>
              </w:rPr>
              <w:t>15</w:t>
            </w:r>
            <w:r w:rsidR="000E6258" w:rsidRPr="000E6258">
              <w:rPr>
                <w:sz w:val="18"/>
                <w:szCs w:val="18"/>
                <w:vertAlign w:val="superscript"/>
              </w:rPr>
              <w:t>th</w:t>
            </w:r>
            <w:r w:rsidR="000E6258" w:rsidRPr="000E6258">
              <w:rPr>
                <w:sz w:val="18"/>
                <w:szCs w:val="18"/>
              </w:rPr>
              <w:t xml:space="preserve"> Century</w:t>
            </w:r>
            <w:r w:rsidR="00767A72" w:rsidRPr="000E6258">
              <w:rPr>
                <w:sz w:val="18"/>
                <w:szCs w:val="18"/>
              </w:rPr>
              <w:t xml:space="preserve"> </w:t>
            </w:r>
            <w:r w:rsidR="000E6258" w:rsidRPr="000E6258">
              <w:rPr>
                <w:sz w:val="18"/>
                <w:szCs w:val="18"/>
              </w:rPr>
              <w:t>Northern</w:t>
            </w:r>
            <w:r w:rsidR="000E6258">
              <w:rPr>
                <w:sz w:val="22"/>
                <w:szCs w:val="18"/>
              </w:rPr>
              <w:t xml:space="preserve"> </w:t>
            </w:r>
            <w:r w:rsidR="000E6258" w:rsidRPr="000E6258">
              <w:rPr>
                <w:sz w:val="18"/>
                <w:szCs w:val="18"/>
              </w:rPr>
              <w:t>Renaissance</w:t>
            </w:r>
          </w:p>
          <w:p w:rsidR="000E6258" w:rsidRDefault="000E6258" w:rsidP="000E6258">
            <w:pPr>
              <w:rPr>
                <w:sz w:val="18"/>
                <w:szCs w:val="18"/>
              </w:rPr>
            </w:pPr>
            <w:r w:rsidRPr="000E6258">
              <w:rPr>
                <w:sz w:val="18"/>
                <w:szCs w:val="18"/>
              </w:rPr>
              <w:t xml:space="preserve">Context, </w:t>
            </w:r>
            <w:proofErr w:type="spellStart"/>
            <w:r w:rsidRPr="000E6258">
              <w:rPr>
                <w:sz w:val="18"/>
                <w:szCs w:val="18"/>
              </w:rPr>
              <w:t>Limbourg</w:t>
            </w:r>
            <w:proofErr w:type="spellEnd"/>
            <w:r w:rsidRPr="000E6258">
              <w:rPr>
                <w:sz w:val="18"/>
                <w:szCs w:val="18"/>
              </w:rPr>
              <w:t xml:space="preserve"> brothers, Robert </w:t>
            </w:r>
            <w:proofErr w:type="spellStart"/>
            <w:r w:rsidRPr="000E6258">
              <w:rPr>
                <w:sz w:val="18"/>
                <w:szCs w:val="18"/>
              </w:rPr>
              <w:t>Campin</w:t>
            </w:r>
            <w:proofErr w:type="spellEnd"/>
            <w:r w:rsidRPr="000E6258">
              <w:rPr>
                <w:sz w:val="18"/>
                <w:szCs w:val="18"/>
              </w:rPr>
              <w:t>, van Eyck</w:t>
            </w:r>
          </w:p>
          <w:p w:rsidR="000E6258" w:rsidRPr="000E6258" w:rsidRDefault="000E6258" w:rsidP="000E62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Sculpture: Claus </w:t>
            </w:r>
            <w:proofErr w:type="spellStart"/>
            <w:r>
              <w:rPr>
                <w:sz w:val="18"/>
                <w:szCs w:val="18"/>
              </w:rPr>
              <w:t>Sluter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0E6258" w:rsidRPr="00133696" w:rsidRDefault="000E6258" w:rsidP="000E6258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1B60D2" w:rsidRDefault="000114CF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203565">
              <w:rPr>
                <w:sz w:val="22"/>
                <w:szCs w:val="22"/>
              </w:rPr>
              <w:t xml:space="preserve"> </w:t>
            </w:r>
          </w:p>
          <w:p w:rsidR="00D1379E" w:rsidRDefault="00081E65" w:rsidP="00D137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Non- Western Art presentation</w:t>
            </w:r>
            <w:r w:rsidR="00D1379E">
              <w:rPr>
                <w:sz w:val="22"/>
                <w:szCs w:val="22"/>
              </w:rPr>
              <w:t xml:space="preserve"> Northern Renaissance Cont</w:t>
            </w:r>
          </w:p>
          <w:p w:rsidR="00203565" w:rsidRPr="001B60D2" w:rsidRDefault="00203565" w:rsidP="00D1379E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FE131F" w:rsidRDefault="000114CF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0E6258">
              <w:rPr>
                <w:sz w:val="22"/>
                <w:szCs w:val="22"/>
              </w:rPr>
              <w:t xml:space="preserve">  </w:t>
            </w:r>
          </w:p>
          <w:p w:rsidR="00D1379E" w:rsidRPr="00133696" w:rsidRDefault="00D1379E" w:rsidP="00D137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Read about </w:t>
            </w:r>
            <w:proofErr w:type="spellStart"/>
            <w:r>
              <w:rPr>
                <w:sz w:val="22"/>
                <w:szCs w:val="22"/>
              </w:rPr>
              <w:t>Grnewald</w:t>
            </w:r>
            <w:proofErr w:type="spellEnd"/>
            <w:r>
              <w:rPr>
                <w:sz w:val="22"/>
                <w:szCs w:val="22"/>
              </w:rPr>
              <w:t xml:space="preserve">, Durer, </w:t>
            </w:r>
            <w:proofErr w:type="spellStart"/>
            <w:r>
              <w:rPr>
                <w:sz w:val="22"/>
                <w:szCs w:val="22"/>
              </w:rPr>
              <w:t>Altdorfer</w:t>
            </w:r>
            <w:proofErr w:type="spellEnd"/>
            <w:r>
              <w:rPr>
                <w:sz w:val="22"/>
                <w:szCs w:val="22"/>
              </w:rPr>
              <w:t xml:space="preserve">, Holbein </w:t>
            </w:r>
            <w:proofErr w:type="spellStart"/>
            <w:r>
              <w:rPr>
                <w:sz w:val="22"/>
                <w:szCs w:val="22"/>
              </w:rPr>
              <w:t>Massys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Bruegal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Patinir</w:t>
            </w:r>
            <w:proofErr w:type="spellEnd"/>
          </w:p>
        </w:tc>
        <w:tc>
          <w:tcPr>
            <w:tcW w:w="2016" w:type="dxa"/>
          </w:tcPr>
          <w:p w:rsidR="00FE131F" w:rsidRDefault="000114CF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1B60D2" w:rsidRPr="00133696" w:rsidRDefault="001B60D2" w:rsidP="00FE131F">
            <w:pPr>
              <w:rPr>
                <w:sz w:val="22"/>
                <w:szCs w:val="22"/>
              </w:rPr>
            </w:pPr>
          </w:p>
        </w:tc>
      </w:tr>
      <w:tr w:rsidR="001B60D2" w:rsidTr="00FE131F">
        <w:trPr>
          <w:trHeight w:hRule="exact" w:val="1635"/>
        </w:trPr>
        <w:tc>
          <w:tcPr>
            <w:tcW w:w="2016" w:type="dxa"/>
          </w:tcPr>
          <w:p w:rsidR="001B60D2" w:rsidRPr="00133696" w:rsidRDefault="000114CF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016" w:type="dxa"/>
          </w:tcPr>
          <w:p w:rsidR="00853169" w:rsidRDefault="000114CF" w:rsidP="00A50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D1379E">
              <w:rPr>
                <w:sz w:val="22"/>
                <w:szCs w:val="22"/>
              </w:rPr>
              <w:t xml:space="preserve"> Northern Renaissance cont.</w:t>
            </w:r>
          </w:p>
          <w:p w:rsidR="003B76B4" w:rsidRPr="00133696" w:rsidRDefault="003B76B4" w:rsidP="00A50016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3A0DC2" w:rsidRDefault="000114CF" w:rsidP="001B60D2">
            <w:pPr>
              <w:rPr>
                <w:sz w:val="22"/>
                <w:szCs w:val="22"/>
              </w:rPr>
            </w:pPr>
            <w:r w:rsidRPr="00D1379E">
              <w:rPr>
                <w:sz w:val="22"/>
                <w:szCs w:val="22"/>
              </w:rPr>
              <w:t>8</w:t>
            </w:r>
            <w:r w:rsidR="00125BB2">
              <w:rPr>
                <w:sz w:val="22"/>
                <w:szCs w:val="22"/>
              </w:rPr>
              <w:t xml:space="preserve"> </w:t>
            </w:r>
            <w:r w:rsidR="003B76B4">
              <w:rPr>
                <w:sz w:val="22"/>
                <w:szCs w:val="22"/>
              </w:rPr>
              <w:t xml:space="preserve">Study for exam. </w:t>
            </w:r>
            <w:r w:rsidR="003A0DC2">
              <w:rPr>
                <w:sz w:val="22"/>
                <w:szCs w:val="22"/>
              </w:rPr>
              <w:t>Begin reading</w:t>
            </w:r>
          </w:p>
          <w:p w:rsidR="003A0DC2" w:rsidRPr="00D1379E" w:rsidRDefault="003A0DC2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Florentine Renaissance Context handout</w:t>
            </w:r>
          </w:p>
        </w:tc>
        <w:tc>
          <w:tcPr>
            <w:tcW w:w="2016" w:type="dxa"/>
          </w:tcPr>
          <w:p w:rsidR="00D1379E" w:rsidRPr="00D1379E" w:rsidRDefault="000114CF" w:rsidP="003016E6">
            <w:pPr>
              <w:rPr>
                <w:sz w:val="22"/>
                <w:szCs w:val="22"/>
              </w:rPr>
            </w:pPr>
            <w:r w:rsidRPr="00D1379E">
              <w:rPr>
                <w:sz w:val="22"/>
                <w:szCs w:val="22"/>
              </w:rPr>
              <w:t>9</w:t>
            </w:r>
            <w:r w:rsidR="00D1379E">
              <w:rPr>
                <w:sz w:val="22"/>
                <w:szCs w:val="22"/>
              </w:rPr>
              <w:t xml:space="preserve"> </w:t>
            </w:r>
            <w:r w:rsidR="003B76B4" w:rsidRPr="003B76B4">
              <w:t>Exam on Northern  Unit plan due Renaissance Art</w:t>
            </w:r>
            <w:r w:rsidR="00D1379E" w:rsidRPr="003B76B4">
              <w:t xml:space="preserve"> </w:t>
            </w:r>
            <w:r w:rsidR="003B76B4" w:rsidRPr="003B76B4">
              <w:t xml:space="preserve">Read  </w:t>
            </w:r>
            <w:r w:rsidR="003016E6" w:rsidRPr="003B76B4">
              <w:t>Florentine Renaissance</w:t>
            </w:r>
            <w:r w:rsidR="003B76B4" w:rsidRPr="003B76B4">
              <w:t xml:space="preserve"> Unit plan handout</w:t>
            </w:r>
          </w:p>
        </w:tc>
        <w:tc>
          <w:tcPr>
            <w:tcW w:w="2016" w:type="dxa"/>
          </w:tcPr>
          <w:p w:rsidR="007927E9" w:rsidRPr="00133696" w:rsidRDefault="003A0DC2" w:rsidP="003A0D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  <w:r w:rsidR="00D1379E" w:rsidRPr="003A0DC2">
              <w:rPr>
                <w:sz w:val="22"/>
                <w:szCs w:val="22"/>
              </w:rPr>
              <w:t xml:space="preserve">Florentine </w:t>
            </w:r>
            <w:r>
              <w:rPr>
                <w:sz w:val="22"/>
                <w:szCs w:val="22"/>
              </w:rPr>
              <w:t>Renaissance context and slide show</w:t>
            </w:r>
          </w:p>
        </w:tc>
        <w:tc>
          <w:tcPr>
            <w:tcW w:w="2016" w:type="dxa"/>
          </w:tcPr>
          <w:p w:rsidR="001B60D2" w:rsidRDefault="000114CF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  <w:p w:rsidR="003A0DC2" w:rsidRPr="00133696" w:rsidRDefault="003A0DC2" w:rsidP="001B60D2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1B60D2" w:rsidRPr="00133696" w:rsidRDefault="000114CF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1B60D2" w:rsidRPr="000B0C54" w:rsidTr="00FE131F">
        <w:trPr>
          <w:trHeight w:hRule="exact" w:val="1774"/>
        </w:trPr>
        <w:tc>
          <w:tcPr>
            <w:tcW w:w="2016" w:type="dxa"/>
          </w:tcPr>
          <w:p w:rsidR="001B60D2" w:rsidRPr="00133696" w:rsidRDefault="000114CF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016" w:type="dxa"/>
          </w:tcPr>
          <w:p w:rsidR="00853169" w:rsidRDefault="000114CF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  <w:p w:rsidR="001B60D2" w:rsidRDefault="003A0DC2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Florentine cont.</w:t>
            </w:r>
          </w:p>
          <w:p w:rsidR="003A0DC2" w:rsidRDefault="003A0DC2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Venetian Renaissance</w:t>
            </w:r>
          </w:p>
          <w:p w:rsidR="003A0DC2" w:rsidRPr="00133696" w:rsidRDefault="003A0DC2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Handout</w:t>
            </w:r>
          </w:p>
        </w:tc>
        <w:tc>
          <w:tcPr>
            <w:tcW w:w="2016" w:type="dxa"/>
          </w:tcPr>
          <w:p w:rsidR="001B60D2" w:rsidRDefault="000114CF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  <w:p w:rsidR="003A0DC2" w:rsidRDefault="003A0DC2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Read Venetian</w:t>
            </w:r>
          </w:p>
          <w:p w:rsidR="003A0DC2" w:rsidRPr="00133696" w:rsidRDefault="003A0DC2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Renaissance</w:t>
            </w:r>
          </w:p>
        </w:tc>
        <w:tc>
          <w:tcPr>
            <w:tcW w:w="2016" w:type="dxa"/>
          </w:tcPr>
          <w:p w:rsidR="007927E9" w:rsidRDefault="000114CF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  <w:p w:rsidR="003A0DC2" w:rsidRPr="00133696" w:rsidRDefault="003B76B4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Florentine </w:t>
            </w:r>
            <w:proofErr w:type="spellStart"/>
            <w:r>
              <w:rPr>
                <w:sz w:val="22"/>
                <w:szCs w:val="22"/>
              </w:rPr>
              <w:t>Ren</w:t>
            </w:r>
            <w:proofErr w:type="spellEnd"/>
            <w:r>
              <w:rPr>
                <w:sz w:val="22"/>
                <w:szCs w:val="22"/>
              </w:rPr>
              <w:t xml:space="preserve">. Exam. Unit Plan due. </w:t>
            </w:r>
            <w:r w:rsidR="003A0DC2">
              <w:rPr>
                <w:sz w:val="22"/>
                <w:szCs w:val="22"/>
              </w:rPr>
              <w:t>Venetian Renaissance Cont.</w:t>
            </w:r>
          </w:p>
        </w:tc>
        <w:tc>
          <w:tcPr>
            <w:tcW w:w="2016" w:type="dxa"/>
          </w:tcPr>
          <w:p w:rsidR="00A50016" w:rsidRDefault="000114CF" w:rsidP="00A50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  <w:p w:rsidR="00853169" w:rsidRDefault="003B76B4" w:rsidP="007927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Venetian Renaissance Cont.</w:t>
            </w:r>
          </w:p>
          <w:p w:rsidR="003B76B4" w:rsidRPr="00133696" w:rsidRDefault="003B76B4" w:rsidP="007927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Hand out Unit plan for High </w:t>
            </w:r>
            <w:proofErr w:type="spellStart"/>
            <w:r>
              <w:rPr>
                <w:sz w:val="22"/>
                <w:szCs w:val="22"/>
              </w:rPr>
              <w:t>Renassiance</w:t>
            </w:r>
            <w:proofErr w:type="spellEnd"/>
          </w:p>
        </w:tc>
        <w:tc>
          <w:tcPr>
            <w:tcW w:w="2016" w:type="dxa"/>
          </w:tcPr>
          <w:p w:rsidR="007927E9" w:rsidRDefault="000114CF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  <w:p w:rsidR="003B76B4" w:rsidRPr="00133696" w:rsidRDefault="003B76B4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Read High Renaissance and Mannerism</w:t>
            </w:r>
          </w:p>
        </w:tc>
        <w:tc>
          <w:tcPr>
            <w:tcW w:w="2016" w:type="dxa"/>
          </w:tcPr>
          <w:p w:rsidR="001B60D2" w:rsidRPr="00133696" w:rsidRDefault="000114CF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</w:tr>
      <w:tr w:rsidR="001B60D2" w:rsidRPr="000B0C54" w:rsidTr="00FE131F">
        <w:trPr>
          <w:trHeight w:hRule="exact" w:val="1500"/>
        </w:trPr>
        <w:tc>
          <w:tcPr>
            <w:tcW w:w="2016" w:type="dxa"/>
          </w:tcPr>
          <w:p w:rsidR="001B60D2" w:rsidRPr="00133696" w:rsidRDefault="000114CF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016" w:type="dxa"/>
          </w:tcPr>
          <w:p w:rsidR="00752C9E" w:rsidRDefault="000114CF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  <w:p w:rsidR="000E6258" w:rsidRDefault="000E6258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President’s Day</w:t>
            </w:r>
          </w:p>
          <w:p w:rsidR="000E6258" w:rsidRDefault="000E6258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 SCHOOL</w:t>
            </w:r>
          </w:p>
          <w:p w:rsidR="00853169" w:rsidRPr="001C4003" w:rsidRDefault="00853169" w:rsidP="001B60D2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1B60D2" w:rsidRDefault="000114CF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  <w:p w:rsidR="000E6258" w:rsidRDefault="000E6258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Teacher Planning</w:t>
            </w:r>
          </w:p>
          <w:p w:rsidR="000E6258" w:rsidRPr="00133696" w:rsidRDefault="000E6258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 SCHOOL</w:t>
            </w:r>
          </w:p>
        </w:tc>
        <w:tc>
          <w:tcPr>
            <w:tcW w:w="2016" w:type="dxa"/>
          </w:tcPr>
          <w:p w:rsidR="00A50016" w:rsidRDefault="000114CF" w:rsidP="00A50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  <w:p w:rsidR="003B76B4" w:rsidRDefault="003B76B4" w:rsidP="00A50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Venetian </w:t>
            </w:r>
            <w:proofErr w:type="spellStart"/>
            <w:r>
              <w:rPr>
                <w:sz w:val="22"/>
                <w:szCs w:val="22"/>
              </w:rPr>
              <w:t>Ren</w:t>
            </w:r>
            <w:proofErr w:type="spellEnd"/>
            <w:r>
              <w:rPr>
                <w:sz w:val="22"/>
                <w:szCs w:val="22"/>
              </w:rPr>
              <w:t>. Test, unit plan due</w:t>
            </w:r>
          </w:p>
          <w:p w:rsidR="003B76B4" w:rsidRPr="00133696" w:rsidRDefault="003B76B4" w:rsidP="00A50016">
            <w:pPr>
              <w:rPr>
                <w:sz w:val="22"/>
                <w:szCs w:val="22"/>
              </w:rPr>
            </w:pPr>
          </w:p>
          <w:p w:rsidR="001B60D2" w:rsidRPr="00133696" w:rsidRDefault="003A0DC2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High Renaissance</w:t>
            </w:r>
          </w:p>
        </w:tc>
        <w:tc>
          <w:tcPr>
            <w:tcW w:w="2016" w:type="dxa"/>
          </w:tcPr>
          <w:p w:rsidR="00752C9E" w:rsidRDefault="000114CF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  <w:p w:rsidR="000D432B" w:rsidRDefault="000D432B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Non-Western Art Presentation</w:t>
            </w:r>
          </w:p>
          <w:p w:rsidR="003016E6" w:rsidRDefault="003016E6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High Renaissance </w:t>
            </w:r>
          </w:p>
          <w:p w:rsidR="003016E6" w:rsidRPr="00133696" w:rsidRDefault="003016E6" w:rsidP="001B60D2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752C9E" w:rsidRPr="00133696" w:rsidRDefault="000114CF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016" w:type="dxa"/>
          </w:tcPr>
          <w:p w:rsidR="001B60D2" w:rsidRPr="00133696" w:rsidRDefault="000114CF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</w:tr>
      <w:tr w:rsidR="001B60D2" w:rsidRPr="000B0C54" w:rsidTr="00FE131F">
        <w:trPr>
          <w:trHeight w:hRule="exact" w:val="1500"/>
        </w:trPr>
        <w:tc>
          <w:tcPr>
            <w:tcW w:w="2016" w:type="dxa"/>
          </w:tcPr>
          <w:p w:rsidR="001B60D2" w:rsidRPr="00133696" w:rsidRDefault="000114CF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016" w:type="dxa"/>
          </w:tcPr>
          <w:p w:rsidR="00752C9E" w:rsidRDefault="00752C9E" w:rsidP="000114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114CF">
              <w:rPr>
                <w:sz w:val="22"/>
                <w:szCs w:val="22"/>
              </w:rPr>
              <w:t>28</w:t>
            </w:r>
          </w:p>
          <w:p w:rsidR="003016E6" w:rsidRDefault="003B76B4" w:rsidP="000114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High Renaissance cont.</w:t>
            </w:r>
          </w:p>
          <w:p w:rsidR="003B76B4" w:rsidRPr="00133696" w:rsidRDefault="003B76B4" w:rsidP="000114CF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1B60D2" w:rsidRPr="00133696" w:rsidRDefault="003B76B4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March 1</w:t>
            </w:r>
          </w:p>
        </w:tc>
        <w:tc>
          <w:tcPr>
            <w:tcW w:w="2016" w:type="dxa"/>
          </w:tcPr>
          <w:p w:rsidR="00752C9E" w:rsidRDefault="003B76B4" w:rsidP="00752C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High Renaissance unit plan due and test</w:t>
            </w:r>
          </w:p>
          <w:p w:rsidR="003B76B4" w:rsidRPr="00133696" w:rsidRDefault="003B76B4" w:rsidP="00752C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Mannerism unit plan handout</w:t>
            </w:r>
          </w:p>
        </w:tc>
        <w:tc>
          <w:tcPr>
            <w:tcW w:w="2016" w:type="dxa"/>
          </w:tcPr>
          <w:p w:rsidR="00752C9E" w:rsidRPr="00752C9E" w:rsidRDefault="003B76B4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Mannerism</w:t>
            </w:r>
          </w:p>
        </w:tc>
        <w:tc>
          <w:tcPr>
            <w:tcW w:w="2016" w:type="dxa"/>
          </w:tcPr>
          <w:p w:rsidR="001B60D2" w:rsidRPr="00133696" w:rsidRDefault="001B60D2" w:rsidP="001B60D2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1B60D2" w:rsidRPr="00133696" w:rsidRDefault="001B60D2" w:rsidP="001B60D2">
            <w:pPr>
              <w:rPr>
                <w:sz w:val="22"/>
                <w:szCs w:val="22"/>
              </w:rPr>
            </w:pPr>
          </w:p>
        </w:tc>
      </w:tr>
    </w:tbl>
    <w:p w:rsidR="00433495" w:rsidRDefault="00433495"/>
    <w:p w:rsidR="000B0C54" w:rsidRDefault="000B0C54"/>
    <w:p w:rsidR="000B0C54" w:rsidRDefault="000B0C54"/>
    <w:p w:rsidR="000B0C54" w:rsidRDefault="000B0C54"/>
    <w:p w:rsidR="00433495" w:rsidRPr="000B0C54" w:rsidRDefault="00433495">
      <w:pPr>
        <w:rPr>
          <w:sz w:val="24"/>
          <w:szCs w:val="24"/>
        </w:rPr>
      </w:pPr>
    </w:p>
    <w:p w:rsidR="00433495" w:rsidRPr="000B0C54" w:rsidRDefault="00433495">
      <w:pPr>
        <w:jc w:val="center"/>
        <w:rPr>
          <w:sz w:val="24"/>
          <w:szCs w:val="24"/>
        </w:rPr>
      </w:pPr>
    </w:p>
    <w:sectPr w:rsidR="00433495" w:rsidRPr="000B0C54" w:rsidSect="00551508">
      <w:pgSz w:w="15840" w:h="12240" w:orient="landscape" w:code="1"/>
      <w:pgMar w:top="1008" w:right="1008" w:bottom="1008" w:left="1008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B0C54"/>
    <w:rsid w:val="000114CF"/>
    <w:rsid w:val="0005769C"/>
    <w:rsid w:val="00081E65"/>
    <w:rsid w:val="000B0C54"/>
    <w:rsid w:val="000D432B"/>
    <w:rsid w:val="000E6258"/>
    <w:rsid w:val="00125BB2"/>
    <w:rsid w:val="00133696"/>
    <w:rsid w:val="00185BCE"/>
    <w:rsid w:val="001B60D2"/>
    <w:rsid w:val="001C4003"/>
    <w:rsid w:val="00203565"/>
    <w:rsid w:val="00215C05"/>
    <w:rsid w:val="0024212B"/>
    <w:rsid w:val="002F2347"/>
    <w:rsid w:val="003016E6"/>
    <w:rsid w:val="00330F67"/>
    <w:rsid w:val="003A0DC2"/>
    <w:rsid w:val="003B76B4"/>
    <w:rsid w:val="00425938"/>
    <w:rsid w:val="00433495"/>
    <w:rsid w:val="004503ED"/>
    <w:rsid w:val="004809BD"/>
    <w:rsid w:val="004B4A89"/>
    <w:rsid w:val="004B61E2"/>
    <w:rsid w:val="004D281B"/>
    <w:rsid w:val="004D48BE"/>
    <w:rsid w:val="00551508"/>
    <w:rsid w:val="00592B01"/>
    <w:rsid w:val="005B4A28"/>
    <w:rsid w:val="005D3F89"/>
    <w:rsid w:val="00694CA1"/>
    <w:rsid w:val="006E24F4"/>
    <w:rsid w:val="00752C9E"/>
    <w:rsid w:val="00767A72"/>
    <w:rsid w:val="007927E9"/>
    <w:rsid w:val="008215FA"/>
    <w:rsid w:val="00853169"/>
    <w:rsid w:val="00932F65"/>
    <w:rsid w:val="00A22F14"/>
    <w:rsid w:val="00A4476F"/>
    <w:rsid w:val="00A50016"/>
    <w:rsid w:val="00A574E5"/>
    <w:rsid w:val="00A71A35"/>
    <w:rsid w:val="00AE57F8"/>
    <w:rsid w:val="00B66AA6"/>
    <w:rsid w:val="00BE7306"/>
    <w:rsid w:val="00C30272"/>
    <w:rsid w:val="00CA32AE"/>
    <w:rsid w:val="00D1379E"/>
    <w:rsid w:val="00D56024"/>
    <w:rsid w:val="00D84CE0"/>
    <w:rsid w:val="00DB09D9"/>
    <w:rsid w:val="00E0796B"/>
    <w:rsid w:val="00E876CC"/>
    <w:rsid w:val="00EE532E"/>
    <w:rsid w:val="00EF6456"/>
    <w:rsid w:val="00F83EC7"/>
    <w:rsid w:val="00FE1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495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33495"/>
    <w:pPr>
      <w:keepNext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33495"/>
    <w:pPr>
      <w:keepNext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34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349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4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A2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B4A2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uise%20Clemmer\AppData\Roaming\Microsoft\Templates\EdWorld_7DayCalendarGri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035914A81024D3C884355D89CF13B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18D9F0-E639-4487-A22F-BC14E0EEA2E7}"/>
      </w:docPartPr>
      <w:docPartBody>
        <w:p w:rsidR="00A00854" w:rsidRDefault="000539AE">
          <w:pPr>
            <w:pStyle w:val="D035914A81024D3C884355D89CF13B00"/>
          </w:pPr>
          <w:r w:rsidRPr="001D5733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539AE"/>
    <w:rsid w:val="000539AE"/>
    <w:rsid w:val="00412773"/>
    <w:rsid w:val="00474E34"/>
    <w:rsid w:val="004E316E"/>
    <w:rsid w:val="0051141D"/>
    <w:rsid w:val="00897E3C"/>
    <w:rsid w:val="00936192"/>
    <w:rsid w:val="00A00854"/>
    <w:rsid w:val="00A41E0B"/>
    <w:rsid w:val="00B55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8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00854"/>
    <w:rPr>
      <w:color w:val="808080"/>
    </w:rPr>
  </w:style>
  <w:style w:type="paragraph" w:customStyle="1" w:styleId="D035914A81024D3C884355D89CF13B00">
    <w:name w:val="D035914A81024D3C884355D89CF13B00"/>
    <w:rsid w:val="00A0085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36" ma:contentTypeDescription="Create a new document." ma:contentTypeScope="" ma:versionID="e4a5fc713301fd121d9c49aa2472189d"/>
</file>

<file path=customXml/itemProps1.xml><?xml version="1.0" encoding="utf-8"?>
<ds:datastoreItem xmlns:ds="http://schemas.openxmlformats.org/officeDocument/2006/customXml" ds:itemID="{EA760FC7-F2C8-44E6-BF1B-AA53DBBAE5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306A60-B004-4198-BABD-E442ED6FD9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CF8F8F-CADA-4413-9D0F-A9A2FF5E97CD}">
  <ds:schemaRefs>
    <ds:schemaRef ds:uri="http://schemas.microsoft.com/office/2006/metadata/contentType"/>
    <ds:schemaRef ds:uri="http://schemas.microsoft.com/office/2006/metadata/properties/metaAttribut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EdWorld_7DayCalendarGrid</Template>
  <TotalTime>76</TotalTime>
  <Pages>2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edmin.com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Clemmer</dc:creator>
  <cp:lastModifiedBy>Louise Clemmer</cp:lastModifiedBy>
  <cp:revision>8</cp:revision>
  <dcterms:created xsi:type="dcterms:W3CDTF">2011-01-29T16:48:00Z</dcterms:created>
  <dcterms:modified xsi:type="dcterms:W3CDTF">2011-02-06T19:28:00Z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TC018858549991</vt:lpwstr>
  </property>
</Properties>
</file>