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95" w:rsidRDefault="002A2213">
      <w:pPr>
        <w:pStyle w:val="Heading2"/>
        <w:rPr>
          <w:sz w:val="22"/>
          <w:szCs w:val="22"/>
        </w:rPr>
      </w:pPr>
      <w:r w:rsidRPr="002A221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8.3pt;margin-top:-21.4pt;width:461.6pt;height:36pt;z-index:251658240" o:allowincell="f" filled="f" stroked="f">
            <v:textbox inset="0,0,0,0">
              <w:txbxContent>
                <w:sdt>
                  <w:sdtPr>
                    <w:rPr>
                      <w:sz w:val="44"/>
                      <w:szCs w:val="44"/>
                    </w:rPr>
                    <w:id w:val="168308275"/>
                    <w:placeholder>
                      <w:docPart w:val="D035914A81024D3C884355D89CF13B00"/>
                    </w:placeholder>
                    <w:comboBox>
                      <w:listItem w:value="Choose an item."/>
                    </w:comboBox>
                  </w:sdtPr>
                  <w:sdtContent>
                    <w:p w:rsidR="00A6343D" w:rsidRDefault="00A6343D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AP Art History March 2011</w:t>
                      </w:r>
                    </w:p>
                  </w:sdtContent>
                </w:sdt>
              </w:txbxContent>
            </v:textbox>
            <w10:wrap type="square"/>
          </v:shape>
        </w:pict>
      </w:r>
    </w:p>
    <w:p w:rsidR="00433495" w:rsidRDefault="00433495">
      <w:pPr>
        <w:rPr>
          <w:sz w:val="22"/>
          <w:szCs w:val="22"/>
        </w:rPr>
      </w:pPr>
    </w:p>
    <w:p w:rsidR="00433495" w:rsidRDefault="00433495"/>
    <w:tbl>
      <w:tblPr>
        <w:tblpPr w:leftFromText="180" w:rightFromText="180" w:vertAnchor="text" w:horzAnchor="margin" w:tblpY="15"/>
        <w:tblW w:w="14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FE131F" w:rsidTr="00FE131F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SATURDAY</w:t>
            </w:r>
          </w:p>
        </w:tc>
      </w:tr>
      <w:tr w:rsidR="00FE131F" w:rsidTr="00FE131F">
        <w:trPr>
          <w:trHeight w:hRule="exact" w:val="1639"/>
        </w:trPr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D1379E" w:rsidRPr="00D1379E" w:rsidRDefault="00D1379E" w:rsidP="00FE131F">
            <w:pPr>
              <w:rPr>
                <w:sz w:val="18"/>
                <w:szCs w:val="18"/>
              </w:rPr>
            </w:pPr>
          </w:p>
          <w:p w:rsidR="00E876CC" w:rsidRPr="00133696" w:rsidRDefault="00E876CC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Default="000114C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E6258" w:rsidRPr="00133696" w:rsidRDefault="00FE131F" w:rsidP="00E84208">
            <w:pPr>
              <w:rPr>
                <w:sz w:val="22"/>
                <w:szCs w:val="22"/>
              </w:rPr>
            </w:pPr>
            <w:r w:rsidRPr="000E6258">
              <w:rPr>
                <w:sz w:val="28"/>
                <w:szCs w:val="22"/>
              </w:rPr>
              <w:t xml:space="preserve"> </w:t>
            </w:r>
            <w:r w:rsidR="000114CF" w:rsidRPr="000E6258">
              <w:rPr>
                <w:sz w:val="22"/>
                <w:szCs w:val="18"/>
              </w:rPr>
              <w:t>2</w:t>
            </w:r>
            <w:r w:rsidR="000E6258">
              <w:rPr>
                <w:sz w:val="22"/>
                <w:szCs w:val="18"/>
              </w:rPr>
              <w:t xml:space="preserve"> </w:t>
            </w:r>
          </w:p>
        </w:tc>
        <w:tc>
          <w:tcPr>
            <w:tcW w:w="2016" w:type="dxa"/>
          </w:tcPr>
          <w:p w:rsidR="001B60D2" w:rsidRDefault="000114C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03565">
              <w:rPr>
                <w:sz w:val="22"/>
                <w:szCs w:val="22"/>
              </w:rPr>
              <w:t xml:space="preserve"> </w:t>
            </w:r>
          </w:p>
          <w:p w:rsidR="00203565" w:rsidRPr="001B60D2" w:rsidRDefault="00203565" w:rsidP="00E84208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Default="000114C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E6258">
              <w:rPr>
                <w:sz w:val="22"/>
                <w:szCs w:val="22"/>
              </w:rPr>
              <w:t xml:space="preserve">  </w:t>
            </w:r>
          </w:p>
          <w:p w:rsidR="00D1379E" w:rsidRPr="00E84208" w:rsidRDefault="00E84208" w:rsidP="00D1379E">
            <w:r w:rsidRPr="00E84208">
              <w:t>Venetian, Mannerism, Counter Reformation</w:t>
            </w:r>
          </w:p>
          <w:p w:rsidR="00E84208" w:rsidRDefault="00E84208" w:rsidP="00D1379E">
            <w:r w:rsidRPr="00E84208">
              <w:t xml:space="preserve">Unit Plan due </w:t>
            </w:r>
            <w:r w:rsidR="002B3E7E">
              <w:t>3/4</w:t>
            </w:r>
          </w:p>
          <w:p w:rsidR="00E84208" w:rsidRPr="00133696" w:rsidRDefault="00E84208" w:rsidP="00D1379E">
            <w:pPr>
              <w:rPr>
                <w:sz w:val="22"/>
                <w:szCs w:val="22"/>
              </w:rPr>
            </w:pPr>
            <w:r>
              <w:t>Study for unit test</w:t>
            </w:r>
          </w:p>
        </w:tc>
        <w:tc>
          <w:tcPr>
            <w:tcW w:w="2016" w:type="dxa"/>
          </w:tcPr>
          <w:p w:rsidR="00FE131F" w:rsidRDefault="000114CF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</w:tr>
      <w:tr w:rsidR="001B60D2" w:rsidTr="00FE131F">
        <w:trPr>
          <w:trHeight w:hRule="exact" w:val="1635"/>
        </w:trPr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16" w:type="dxa"/>
          </w:tcPr>
          <w:p w:rsidR="00E84208" w:rsidRPr="00133696" w:rsidRDefault="000114CF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1379E">
              <w:rPr>
                <w:sz w:val="22"/>
                <w:szCs w:val="22"/>
              </w:rPr>
              <w:t xml:space="preserve"> </w:t>
            </w:r>
            <w:r w:rsidR="00E84208">
              <w:rPr>
                <w:sz w:val="22"/>
                <w:szCs w:val="22"/>
              </w:rPr>
              <w:t xml:space="preserve"> </w:t>
            </w:r>
          </w:p>
          <w:p w:rsidR="002B3E7E" w:rsidRDefault="00E84208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</w:t>
            </w:r>
            <w:r w:rsidR="00A6343D">
              <w:rPr>
                <w:sz w:val="22"/>
                <w:szCs w:val="22"/>
              </w:rPr>
              <w:t xml:space="preserve"> on </w:t>
            </w:r>
            <w:r w:rsidR="002B3E7E">
              <w:rPr>
                <w:sz w:val="22"/>
                <w:szCs w:val="22"/>
              </w:rPr>
              <w:t>Part Four</w:t>
            </w:r>
          </w:p>
          <w:p w:rsidR="00E84208" w:rsidRPr="00133696" w:rsidRDefault="00A6343D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Chapters </w:t>
            </w:r>
            <w:r w:rsidR="00E84208">
              <w:rPr>
                <w:sz w:val="22"/>
                <w:szCs w:val="22"/>
              </w:rPr>
              <w:t xml:space="preserve">13;14;15;16 </w:t>
            </w:r>
          </w:p>
        </w:tc>
        <w:tc>
          <w:tcPr>
            <w:tcW w:w="2016" w:type="dxa"/>
          </w:tcPr>
          <w:p w:rsidR="00E84208" w:rsidRDefault="000114CF" w:rsidP="00E84208">
            <w:pPr>
              <w:rPr>
                <w:sz w:val="22"/>
                <w:szCs w:val="22"/>
              </w:rPr>
            </w:pPr>
            <w:r w:rsidRPr="00D1379E">
              <w:rPr>
                <w:sz w:val="22"/>
                <w:szCs w:val="22"/>
              </w:rPr>
              <w:t>8</w:t>
            </w:r>
            <w:r w:rsidR="00125BB2">
              <w:rPr>
                <w:sz w:val="22"/>
                <w:szCs w:val="22"/>
              </w:rPr>
              <w:t xml:space="preserve"> </w:t>
            </w:r>
          </w:p>
          <w:p w:rsidR="00E84208" w:rsidRDefault="00E84208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Baroque</w:t>
            </w:r>
          </w:p>
          <w:p w:rsidR="00E84208" w:rsidRPr="00D1379E" w:rsidRDefault="00E84208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Chapter 17</w:t>
            </w:r>
          </w:p>
          <w:p w:rsidR="003A0DC2" w:rsidRPr="00D1379E" w:rsidRDefault="003A0DC2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84208" w:rsidRDefault="000114CF" w:rsidP="00E84208">
            <w:pPr>
              <w:rPr>
                <w:sz w:val="22"/>
                <w:szCs w:val="22"/>
              </w:rPr>
            </w:pPr>
            <w:r w:rsidRPr="00D1379E">
              <w:rPr>
                <w:sz w:val="22"/>
                <w:szCs w:val="22"/>
              </w:rPr>
              <w:t>9</w:t>
            </w:r>
            <w:r w:rsidR="00D1379E">
              <w:rPr>
                <w:sz w:val="22"/>
                <w:szCs w:val="22"/>
              </w:rPr>
              <w:t xml:space="preserve"> </w:t>
            </w:r>
            <w:r w:rsidR="00E84208">
              <w:rPr>
                <w:sz w:val="22"/>
                <w:szCs w:val="22"/>
              </w:rPr>
              <w:t xml:space="preserve"> </w:t>
            </w:r>
          </w:p>
          <w:p w:rsidR="00E84208" w:rsidRDefault="00E84208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CH. 17 Baroque</w:t>
            </w:r>
          </w:p>
          <w:p w:rsidR="00E84208" w:rsidRDefault="00E84208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Plan due 3-14</w:t>
            </w:r>
          </w:p>
          <w:p w:rsidR="00E84208" w:rsidRDefault="00E84208" w:rsidP="00E84208">
            <w:pPr>
              <w:rPr>
                <w:sz w:val="22"/>
                <w:szCs w:val="22"/>
              </w:rPr>
            </w:pPr>
          </w:p>
          <w:p w:rsidR="00E84208" w:rsidRPr="00E84208" w:rsidRDefault="00E84208" w:rsidP="00E84208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84208" w:rsidRDefault="003A0DC2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  <w:p w:rsidR="007927E9" w:rsidRDefault="00E84208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Baroque Cont.</w:t>
            </w:r>
          </w:p>
          <w:p w:rsidR="00A6343D" w:rsidRDefault="00A6343D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CH. 18</w:t>
            </w:r>
          </w:p>
          <w:p w:rsidR="00A6343D" w:rsidRDefault="00A6343D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 out Rococo Unit Plan</w:t>
            </w:r>
          </w:p>
          <w:p w:rsidR="00A6343D" w:rsidRPr="00133696" w:rsidRDefault="00A6343D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Slide show on line</w:t>
            </w:r>
          </w:p>
        </w:tc>
        <w:tc>
          <w:tcPr>
            <w:tcW w:w="2016" w:type="dxa"/>
          </w:tcPr>
          <w:p w:rsidR="001B60D2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A6343D" w:rsidRDefault="00A6343D" w:rsidP="001B60D2">
            <w:pPr>
              <w:rPr>
                <w:sz w:val="22"/>
                <w:szCs w:val="22"/>
              </w:rPr>
            </w:pPr>
          </w:p>
          <w:p w:rsidR="00A6343D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Ch. 19</w:t>
            </w:r>
          </w:p>
          <w:p w:rsidR="00A6343D" w:rsidRPr="00133696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Neo-Classicism</w:t>
            </w:r>
          </w:p>
        </w:tc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B60D2" w:rsidRPr="000B0C54" w:rsidTr="00FE131F">
        <w:trPr>
          <w:trHeight w:hRule="exact" w:val="1774"/>
        </w:trPr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016" w:type="dxa"/>
          </w:tcPr>
          <w:p w:rsidR="00853169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3A0DC2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Rococo Unit Plan due</w:t>
            </w:r>
          </w:p>
          <w:p w:rsidR="00A6343D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Ch. 19 Neo Classicism</w:t>
            </w:r>
          </w:p>
          <w:p w:rsidR="00A6343D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Unit plan due </w:t>
            </w:r>
          </w:p>
          <w:p w:rsidR="00A6343D" w:rsidRPr="00133696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3/16</w:t>
            </w:r>
          </w:p>
        </w:tc>
        <w:tc>
          <w:tcPr>
            <w:tcW w:w="2016" w:type="dxa"/>
          </w:tcPr>
          <w:p w:rsidR="001B60D2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3A0DC2" w:rsidRPr="00133696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Ch. 20 Romanticism</w:t>
            </w:r>
          </w:p>
        </w:tc>
        <w:tc>
          <w:tcPr>
            <w:tcW w:w="2016" w:type="dxa"/>
          </w:tcPr>
          <w:p w:rsidR="007927E9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3A0DC2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Romanticism</w:t>
            </w:r>
          </w:p>
          <w:p w:rsidR="00A6343D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plan</w:t>
            </w:r>
          </w:p>
          <w:p w:rsidR="00A6343D" w:rsidRDefault="00A6343D" w:rsidP="001B60D2">
            <w:pPr>
              <w:rPr>
                <w:sz w:val="22"/>
                <w:szCs w:val="22"/>
              </w:rPr>
            </w:pPr>
          </w:p>
          <w:p w:rsidR="00A6343D" w:rsidRPr="00133696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Ch. 19 Unit Plan due</w:t>
            </w:r>
          </w:p>
        </w:tc>
        <w:tc>
          <w:tcPr>
            <w:tcW w:w="2016" w:type="dxa"/>
          </w:tcPr>
          <w:p w:rsidR="00A50016" w:rsidRDefault="000114CF" w:rsidP="00A50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A6343D" w:rsidRDefault="00A6343D" w:rsidP="007927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Ch. 21 </w:t>
            </w:r>
          </w:p>
          <w:p w:rsidR="003B76B4" w:rsidRDefault="00A6343D" w:rsidP="007927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A6343D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Realism</w:t>
            </w:r>
          </w:p>
          <w:p w:rsidR="00A6343D" w:rsidRDefault="00A6343D" w:rsidP="007927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plan due 3-21</w:t>
            </w:r>
          </w:p>
          <w:p w:rsidR="00A6343D" w:rsidRPr="00133696" w:rsidRDefault="00A6343D" w:rsidP="007927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H/O Ch. 22 Unit plan</w:t>
            </w:r>
          </w:p>
        </w:tc>
        <w:tc>
          <w:tcPr>
            <w:tcW w:w="2016" w:type="dxa"/>
          </w:tcPr>
          <w:p w:rsidR="007927E9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3B76B4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Ch. 22</w:t>
            </w:r>
          </w:p>
          <w:p w:rsidR="00A6343D" w:rsidRPr="00133696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Impressionism</w:t>
            </w:r>
          </w:p>
        </w:tc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16" w:type="dxa"/>
          </w:tcPr>
          <w:p w:rsidR="00752C9E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0E6258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Impressionism</w:t>
            </w:r>
          </w:p>
          <w:p w:rsidR="00A6343D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Plan due</w:t>
            </w:r>
          </w:p>
          <w:p w:rsidR="00853169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 out Unit plan</w:t>
            </w:r>
          </w:p>
          <w:p w:rsidR="00A6343D" w:rsidRPr="001C4003" w:rsidRDefault="00A6343D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0E6258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Post Impressionism</w:t>
            </w:r>
          </w:p>
          <w:p w:rsidR="00A6343D" w:rsidRPr="00133696" w:rsidRDefault="00A6343D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A50016" w:rsidRDefault="000114CF" w:rsidP="00A50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1B60D2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 Impressionism</w:t>
            </w:r>
          </w:p>
          <w:p w:rsidR="00A6343D" w:rsidRPr="00133696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plan due</w:t>
            </w:r>
          </w:p>
        </w:tc>
        <w:tc>
          <w:tcPr>
            <w:tcW w:w="2016" w:type="dxa"/>
          </w:tcPr>
          <w:p w:rsidR="00752C9E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3016E6" w:rsidRDefault="006164DA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Test on part Six</w:t>
            </w:r>
          </w:p>
          <w:p w:rsidR="006164DA" w:rsidRPr="00133696" w:rsidRDefault="006164DA" w:rsidP="006164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Hand out assignment for Spring Break due </w:t>
            </w:r>
          </w:p>
        </w:tc>
        <w:tc>
          <w:tcPr>
            <w:tcW w:w="2016" w:type="dxa"/>
          </w:tcPr>
          <w:p w:rsidR="006164DA" w:rsidRPr="006164DA" w:rsidRDefault="000114CF" w:rsidP="006164DA">
            <w:r>
              <w:rPr>
                <w:sz w:val="22"/>
                <w:szCs w:val="22"/>
              </w:rPr>
              <w:t>25</w:t>
            </w:r>
            <w:r w:rsidR="006164DA">
              <w:rPr>
                <w:sz w:val="22"/>
                <w:szCs w:val="22"/>
              </w:rPr>
              <w:t xml:space="preserve"> </w:t>
            </w:r>
            <w:r w:rsidR="006164DA" w:rsidRPr="006164DA">
              <w:t>Art Beyond the European Tradition.</w:t>
            </w:r>
          </w:p>
          <w:p w:rsidR="006164DA" w:rsidRPr="006164DA" w:rsidRDefault="006164DA" w:rsidP="006164DA">
            <w:r w:rsidRPr="006164DA">
              <w:t xml:space="preserve">Slide show on Wiki </w:t>
            </w:r>
          </w:p>
          <w:p w:rsidR="006164DA" w:rsidRPr="006164DA" w:rsidRDefault="006164DA" w:rsidP="006164DA">
            <w:r w:rsidRPr="006164DA">
              <w:t xml:space="preserve">Unit plan </w:t>
            </w:r>
          </w:p>
          <w:p w:rsidR="00752C9E" w:rsidRPr="00133696" w:rsidRDefault="006164DA" w:rsidP="006164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Due April 3</w:t>
            </w:r>
          </w:p>
        </w:tc>
        <w:tc>
          <w:tcPr>
            <w:tcW w:w="2016" w:type="dxa"/>
          </w:tcPr>
          <w:p w:rsidR="001B60D2" w:rsidRPr="00133696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1B60D2" w:rsidRDefault="000114CF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A6343D" w:rsidRPr="00133696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Spring Break</w:t>
            </w:r>
          </w:p>
        </w:tc>
        <w:tc>
          <w:tcPr>
            <w:tcW w:w="2016" w:type="dxa"/>
          </w:tcPr>
          <w:p w:rsidR="00752C9E" w:rsidRDefault="00752C9E" w:rsidP="000114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14CF">
              <w:rPr>
                <w:sz w:val="22"/>
                <w:szCs w:val="22"/>
              </w:rPr>
              <w:t>28</w:t>
            </w:r>
          </w:p>
          <w:p w:rsidR="003B76B4" w:rsidRPr="00133696" w:rsidRDefault="00A6343D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Spring Break</w:t>
            </w:r>
          </w:p>
        </w:tc>
        <w:tc>
          <w:tcPr>
            <w:tcW w:w="2016" w:type="dxa"/>
          </w:tcPr>
          <w:p w:rsidR="001B60D2" w:rsidRDefault="00A6343D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A6343D" w:rsidRPr="00133696" w:rsidRDefault="00A6343D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Spring Break</w:t>
            </w:r>
          </w:p>
        </w:tc>
        <w:tc>
          <w:tcPr>
            <w:tcW w:w="2016" w:type="dxa"/>
          </w:tcPr>
          <w:p w:rsidR="00A6343D" w:rsidRPr="00133696" w:rsidRDefault="00A6343D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3B76B4">
              <w:rPr>
                <w:sz w:val="22"/>
                <w:szCs w:val="22"/>
              </w:rPr>
              <w:t xml:space="preserve"> </w:t>
            </w:r>
          </w:p>
          <w:p w:rsidR="003B76B4" w:rsidRPr="00133696" w:rsidRDefault="00A6343D" w:rsidP="00752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Spring Break</w:t>
            </w:r>
          </w:p>
        </w:tc>
        <w:tc>
          <w:tcPr>
            <w:tcW w:w="2016" w:type="dxa"/>
          </w:tcPr>
          <w:p w:rsidR="00752C9E" w:rsidRDefault="003B76B4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6343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</w:p>
          <w:p w:rsidR="00A6343D" w:rsidRPr="00752C9E" w:rsidRDefault="00A6343D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Spring Break</w:t>
            </w:r>
          </w:p>
        </w:tc>
        <w:tc>
          <w:tcPr>
            <w:tcW w:w="2016" w:type="dxa"/>
          </w:tcPr>
          <w:p w:rsidR="001B60D2" w:rsidRPr="00133696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Spring Break</w:t>
            </w:r>
          </w:p>
        </w:tc>
        <w:tc>
          <w:tcPr>
            <w:tcW w:w="2016" w:type="dxa"/>
          </w:tcPr>
          <w:p w:rsidR="001B60D2" w:rsidRPr="00133696" w:rsidRDefault="00A6343D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Spring Break</w:t>
            </w:r>
          </w:p>
        </w:tc>
      </w:tr>
    </w:tbl>
    <w:p w:rsidR="00433495" w:rsidRDefault="00433495"/>
    <w:p w:rsidR="000B0C54" w:rsidRDefault="000B0C54"/>
    <w:p w:rsidR="000B0C54" w:rsidRDefault="000B0C54"/>
    <w:p w:rsidR="000B0C54" w:rsidRDefault="000B0C54"/>
    <w:p w:rsidR="00433495" w:rsidRPr="000B0C54" w:rsidRDefault="00433495">
      <w:pPr>
        <w:rPr>
          <w:sz w:val="24"/>
          <w:szCs w:val="24"/>
        </w:rPr>
      </w:pPr>
    </w:p>
    <w:p w:rsidR="00433495" w:rsidRPr="000B0C54" w:rsidRDefault="00433495">
      <w:pPr>
        <w:jc w:val="center"/>
        <w:rPr>
          <w:sz w:val="24"/>
          <w:szCs w:val="24"/>
        </w:rPr>
      </w:pPr>
    </w:p>
    <w:sectPr w:rsidR="00433495" w:rsidRPr="000B0C54" w:rsidSect="00551508">
      <w:pgSz w:w="15840" w:h="12240" w:orient="landscape" w:code="1"/>
      <w:pgMar w:top="1008" w:right="1008" w:bottom="1008" w:left="100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B0C54"/>
    <w:rsid w:val="000114CF"/>
    <w:rsid w:val="0005769C"/>
    <w:rsid w:val="00081E65"/>
    <w:rsid w:val="000B0C54"/>
    <w:rsid w:val="000D432B"/>
    <w:rsid w:val="000D43A9"/>
    <w:rsid w:val="000E6258"/>
    <w:rsid w:val="00125BB2"/>
    <w:rsid w:val="00133696"/>
    <w:rsid w:val="00185BCE"/>
    <w:rsid w:val="001B60D2"/>
    <w:rsid w:val="001C4003"/>
    <w:rsid w:val="002017A9"/>
    <w:rsid w:val="00203565"/>
    <w:rsid w:val="00215C05"/>
    <w:rsid w:val="0024212B"/>
    <w:rsid w:val="002A2213"/>
    <w:rsid w:val="002B3E7E"/>
    <w:rsid w:val="002F2347"/>
    <w:rsid w:val="003016E6"/>
    <w:rsid w:val="00330F67"/>
    <w:rsid w:val="003A0DC2"/>
    <w:rsid w:val="003B76B4"/>
    <w:rsid w:val="00425938"/>
    <w:rsid w:val="00433495"/>
    <w:rsid w:val="004503ED"/>
    <w:rsid w:val="004809BD"/>
    <w:rsid w:val="004B4A89"/>
    <w:rsid w:val="004B61E2"/>
    <w:rsid w:val="004D281B"/>
    <w:rsid w:val="004D48BE"/>
    <w:rsid w:val="00551508"/>
    <w:rsid w:val="00561C91"/>
    <w:rsid w:val="00592B01"/>
    <w:rsid w:val="005B4A28"/>
    <w:rsid w:val="005D3F89"/>
    <w:rsid w:val="006164DA"/>
    <w:rsid w:val="00694CA1"/>
    <w:rsid w:val="006B781A"/>
    <w:rsid w:val="006E24F4"/>
    <w:rsid w:val="00752C9E"/>
    <w:rsid w:val="00767A72"/>
    <w:rsid w:val="007927E9"/>
    <w:rsid w:val="008215FA"/>
    <w:rsid w:val="00853169"/>
    <w:rsid w:val="00932F65"/>
    <w:rsid w:val="00A22F14"/>
    <w:rsid w:val="00A4476F"/>
    <w:rsid w:val="00A50016"/>
    <w:rsid w:val="00A574E5"/>
    <w:rsid w:val="00A6343D"/>
    <w:rsid w:val="00A71A35"/>
    <w:rsid w:val="00A84793"/>
    <w:rsid w:val="00AE57F8"/>
    <w:rsid w:val="00B3017A"/>
    <w:rsid w:val="00B66AA6"/>
    <w:rsid w:val="00BE7306"/>
    <w:rsid w:val="00C30272"/>
    <w:rsid w:val="00CA32AE"/>
    <w:rsid w:val="00D1379E"/>
    <w:rsid w:val="00D56024"/>
    <w:rsid w:val="00D84CE0"/>
    <w:rsid w:val="00DB09D9"/>
    <w:rsid w:val="00E0796B"/>
    <w:rsid w:val="00E84208"/>
    <w:rsid w:val="00E876CC"/>
    <w:rsid w:val="00EE532E"/>
    <w:rsid w:val="00EF6456"/>
    <w:rsid w:val="00F14E95"/>
    <w:rsid w:val="00F83EC7"/>
    <w:rsid w:val="00FE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495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49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495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4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4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ise%20Clemmer\AppData\Roaming\Microsoft\Templates\EdWorld_7DayCalendarGr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35914A81024D3C884355D89CF13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8D9F0-E639-4487-A22F-BC14E0EEA2E7}"/>
      </w:docPartPr>
      <w:docPartBody>
        <w:p w:rsidR="00A00854" w:rsidRDefault="000539AE">
          <w:pPr>
            <w:pStyle w:val="D035914A81024D3C884355D89CF13B00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539AE"/>
    <w:rsid w:val="000539AE"/>
    <w:rsid w:val="00412773"/>
    <w:rsid w:val="00474E34"/>
    <w:rsid w:val="004E316E"/>
    <w:rsid w:val="0051141D"/>
    <w:rsid w:val="00897E3C"/>
    <w:rsid w:val="00936192"/>
    <w:rsid w:val="00A00854"/>
    <w:rsid w:val="00A41E0B"/>
    <w:rsid w:val="00A55DF2"/>
    <w:rsid w:val="00B55B90"/>
    <w:rsid w:val="00C64B29"/>
    <w:rsid w:val="00FE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0854"/>
    <w:rPr>
      <w:color w:val="808080"/>
    </w:rPr>
  </w:style>
  <w:style w:type="paragraph" w:customStyle="1" w:styleId="D035914A81024D3C884355D89CF13B00">
    <w:name w:val="D035914A81024D3C884355D89CF13B00"/>
    <w:rsid w:val="00A008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6" ma:contentTypeDescription="Create a new document." ma:contentTypeScope="" ma:versionID="e4a5fc713301fd121d9c49aa2472189d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9CF8F8F-CADA-4413-9D0F-A9A2FF5E97CD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10306A60-B004-4198-BABD-E442ED6FD9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3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edmin.com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lclemme</cp:lastModifiedBy>
  <cp:revision>4</cp:revision>
  <dcterms:created xsi:type="dcterms:W3CDTF">2011-02-28T21:31:00Z</dcterms:created>
  <dcterms:modified xsi:type="dcterms:W3CDTF">2011-02-28T21:41:00Z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