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80570D">
      <w:pPr>
        <w:pStyle w:val="Heading2"/>
        <w:rPr>
          <w:sz w:val="22"/>
          <w:szCs w:val="22"/>
        </w:rPr>
      </w:pPr>
      <w:r w:rsidRPr="0080570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33495" w:rsidRDefault="000B0C54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133696">
                        <w:rPr>
                          <w:sz w:val="44"/>
                          <w:szCs w:val="44"/>
                        </w:rPr>
                        <w:t>September</w:t>
                      </w:r>
                      <w:r>
                        <w:rPr>
                          <w:sz w:val="44"/>
                          <w:szCs w:val="44"/>
                        </w:rPr>
                        <w:t xml:space="preserve"> 2010</w:t>
                      </w:r>
                    </w:p>
                  </w:sdtContent>
                </w:sdt>
              </w:txbxContent>
            </v:textbox>
            <w10:wrap type="square"/>
          </v:shape>
        </w:pict>
      </w:r>
      <w:r w:rsidR="001336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589915</wp:posOffset>
            </wp:positionH>
            <wp:positionV relativeFrom="paragraph">
              <wp:posOffset>-438785</wp:posOffset>
            </wp:positionV>
            <wp:extent cx="1725295" cy="1127760"/>
            <wp:effectExtent l="19050" t="0" r="8255" b="0"/>
            <wp:wrapThrough wrapText="bothSides">
              <wp:wrapPolygon edited="0">
                <wp:start x="-238" y="0"/>
                <wp:lineTo x="-238" y="21162"/>
                <wp:lineTo x="21703" y="21162"/>
                <wp:lineTo x="21703" y="0"/>
                <wp:lineTo x="-23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495" w:rsidRDefault="00433495">
      <w:pPr>
        <w:rPr>
          <w:sz w:val="22"/>
          <w:szCs w:val="22"/>
        </w:rPr>
      </w:pPr>
    </w:p>
    <w:p w:rsidR="00433495" w:rsidRDefault="00433495"/>
    <w:p w:rsidR="00433495" w:rsidRDefault="00433495"/>
    <w:p w:rsidR="000B0C54" w:rsidRDefault="000B0C54"/>
    <w:p w:rsidR="000B0C54" w:rsidRDefault="000B0C54"/>
    <w:p w:rsidR="000B0C54" w:rsidRDefault="000B0C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433495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433495" w:rsidTr="00551508">
        <w:trPr>
          <w:trHeight w:hRule="exact" w:val="1639"/>
        </w:trPr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Ancient Near East</w:t>
            </w:r>
          </w:p>
          <w:p w:rsidR="00EE532E" w:rsidRPr="00133696" w:rsidRDefault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 w:rsidRPr="00133696">
              <w:rPr>
                <w:sz w:val="22"/>
                <w:szCs w:val="22"/>
              </w:rPr>
              <w:t>1</w:t>
            </w:r>
          </w:p>
          <w:p w:rsidR="00EE532E" w:rsidRDefault="00EE532E">
            <w:r>
              <w:t>Ancient Near East</w:t>
            </w:r>
          </w:p>
          <w:p w:rsidR="00133696" w:rsidRDefault="00EE532E">
            <w:pPr>
              <w:rPr>
                <w:sz w:val="22"/>
                <w:szCs w:val="22"/>
              </w:rPr>
            </w:pPr>
            <w:r>
              <w:t>Cont.</w:t>
            </w:r>
            <w:r w:rsidR="00133696">
              <w:rPr>
                <w:sz w:val="22"/>
                <w:szCs w:val="22"/>
              </w:rPr>
              <w:t xml:space="preserve"> </w:t>
            </w:r>
            <w:r w:rsidR="0080068E">
              <w:rPr>
                <w:sz w:val="22"/>
                <w:szCs w:val="22"/>
              </w:rPr>
              <w:t>Intaglio</w:t>
            </w:r>
          </w:p>
          <w:p w:rsidR="0080068E" w:rsidRPr="00133696" w:rsidRDefault="008006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Lost Wax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7F50" w:rsidRPr="00EE532E" w:rsidRDefault="00097F50" w:rsidP="00097F50">
            <w:pPr>
              <w:rPr>
                <w:sz w:val="18"/>
                <w:szCs w:val="18"/>
              </w:rPr>
            </w:pPr>
            <w:r w:rsidRPr="00EE532E">
              <w:rPr>
                <w:sz w:val="18"/>
                <w:szCs w:val="18"/>
              </w:rPr>
              <w:t>Egyptian Unit Plan</w:t>
            </w:r>
          </w:p>
          <w:p w:rsidR="00097F50" w:rsidRPr="00EE532E" w:rsidRDefault="00097F50" w:rsidP="00097F50">
            <w:pPr>
              <w:rPr>
                <w:sz w:val="18"/>
                <w:szCs w:val="18"/>
              </w:rPr>
            </w:pPr>
            <w:r w:rsidRPr="00EE532E">
              <w:rPr>
                <w:sz w:val="18"/>
                <w:szCs w:val="18"/>
              </w:rPr>
              <w:t>Conventions &amp; canons, context &amp; sculpture reliefs, frescoes, architecture</w:t>
            </w:r>
          </w:p>
          <w:p w:rsidR="001C4003" w:rsidRDefault="00097F50" w:rsidP="00097F5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Read Old </w:t>
            </w:r>
            <w:r w:rsidRPr="00EE532E">
              <w:rPr>
                <w:sz w:val="18"/>
                <w:szCs w:val="18"/>
              </w:rPr>
              <w:t>Kingdom</w:t>
            </w:r>
            <w:r>
              <w:rPr>
                <w:sz w:val="18"/>
                <w:szCs w:val="18"/>
              </w:rPr>
              <w:t xml:space="preserve"> funerary objects</w:t>
            </w:r>
          </w:p>
          <w:p w:rsidR="001C4003" w:rsidRPr="001C4003" w:rsidRDefault="001C4003" w:rsidP="001C4003">
            <w:pPr>
              <w:rPr>
                <w:b/>
                <w:sz w:val="18"/>
                <w:szCs w:val="18"/>
                <w:u w:val="single"/>
              </w:rPr>
            </w:pPr>
            <w:r w:rsidRPr="001C4003">
              <w:rPr>
                <w:b/>
                <w:sz w:val="18"/>
                <w:szCs w:val="18"/>
                <w:u w:val="single"/>
              </w:rPr>
              <w:t>Back to School Night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133696" w:rsidRPr="00133696" w:rsidRDefault="00133696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33495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551508" w:rsidRPr="00133696" w:rsidRDefault="005515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 Day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097F50" w:rsidRPr="0080068E" w:rsidRDefault="001F6BEB" w:rsidP="00097F50">
            <w:r>
              <w:t>.</w:t>
            </w:r>
          </w:p>
          <w:p w:rsidR="00133696" w:rsidRPr="00133696" w:rsidRDefault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Day</w:t>
            </w:r>
          </w:p>
        </w:tc>
        <w:tc>
          <w:tcPr>
            <w:tcW w:w="2016" w:type="dxa"/>
          </w:tcPr>
          <w:p w:rsidR="00097F50" w:rsidRPr="00133696" w:rsidRDefault="00133696" w:rsidP="00097F50">
            <w:pPr>
              <w:rPr>
                <w:sz w:val="22"/>
                <w:szCs w:val="22"/>
              </w:rPr>
            </w:pPr>
            <w:r w:rsidRPr="00EE532E">
              <w:rPr>
                <w:sz w:val="18"/>
                <w:szCs w:val="18"/>
              </w:rPr>
              <w:t>8</w:t>
            </w:r>
            <w:r w:rsidR="00EE532E" w:rsidRPr="00EE532E">
              <w:rPr>
                <w:sz w:val="18"/>
                <w:szCs w:val="18"/>
              </w:rPr>
              <w:t xml:space="preserve"> </w:t>
            </w:r>
          </w:p>
          <w:p w:rsidR="00D653BC" w:rsidRPr="001F6BEB" w:rsidRDefault="00D653BC" w:rsidP="00D653BC">
            <w:pPr>
              <w:rPr>
                <w:b/>
                <w:u w:val="single"/>
              </w:rPr>
            </w:pPr>
            <w:r w:rsidRPr="001F6BEB">
              <w:rPr>
                <w:b/>
                <w:u w:val="single"/>
              </w:rPr>
              <w:t xml:space="preserve">Ancient Near East Assignment due </w:t>
            </w:r>
          </w:p>
          <w:p w:rsidR="00D653BC" w:rsidRPr="001F6BEB" w:rsidRDefault="00D653BC" w:rsidP="00D653BC">
            <w:pPr>
              <w:rPr>
                <w:b/>
                <w:u w:val="single"/>
              </w:rPr>
            </w:pPr>
            <w:r w:rsidRPr="001F6BEB">
              <w:rPr>
                <w:b/>
                <w:u w:val="single"/>
              </w:rPr>
              <w:t>And unit test</w:t>
            </w:r>
          </w:p>
          <w:p w:rsidR="00551508" w:rsidRPr="00133696" w:rsidRDefault="00D653BC" w:rsidP="00D653BC">
            <w:pPr>
              <w:rPr>
                <w:sz w:val="22"/>
                <w:szCs w:val="22"/>
              </w:rPr>
            </w:pPr>
            <w:r>
              <w:t>Egyptian Cont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AE57F8" w:rsidRPr="00133696" w:rsidRDefault="00D653BC" w:rsidP="0009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Day</w:t>
            </w:r>
          </w:p>
        </w:tc>
        <w:tc>
          <w:tcPr>
            <w:tcW w:w="2016" w:type="dxa"/>
          </w:tcPr>
          <w:p w:rsidR="00D653BC" w:rsidRDefault="00133696" w:rsidP="00D653B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</w:t>
            </w:r>
            <w:r w:rsidR="00D653BC">
              <w:rPr>
                <w:sz w:val="22"/>
                <w:szCs w:val="22"/>
              </w:rPr>
              <w:t xml:space="preserve">  </w:t>
            </w:r>
            <w:r w:rsidR="00D653BC" w:rsidRPr="00D653BC">
              <w:rPr>
                <w:b/>
                <w:sz w:val="18"/>
                <w:szCs w:val="18"/>
              </w:rPr>
              <w:t>Flash</w:t>
            </w:r>
            <w:proofErr w:type="gramEnd"/>
            <w:r w:rsidR="00D653BC" w:rsidRPr="00D653BC">
              <w:rPr>
                <w:b/>
                <w:sz w:val="18"/>
                <w:szCs w:val="18"/>
              </w:rPr>
              <w:t xml:space="preserve"> cards due.</w:t>
            </w:r>
          </w:p>
          <w:p w:rsidR="00D653BC" w:rsidRPr="00D653BC" w:rsidRDefault="00D653BC" w:rsidP="00D653BC">
            <w:pPr>
              <w:rPr>
                <w:sz w:val="18"/>
                <w:szCs w:val="18"/>
              </w:rPr>
            </w:pPr>
            <w:r w:rsidRPr="00EE532E">
              <w:t xml:space="preserve"> </w:t>
            </w:r>
            <w:r w:rsidRPr="00D653BC">
              <w:rPr>
                <w:sz w:val="18"/>
                <w:szCs w:val="18"/>
              </w:rPr>
              <w:t>Egyptian Cont.</w:t>
            </w:r>
          </w:p>
          <w:p w:rsidR="00D653BC" w:rsidRPr="00D653BC" w:rsidRDefault="00D653BC" w:rsidP="00D653BC">
            <w:pPr>
              <w:rPr>
                <w:sz w:val="18"/>
                <w:szCs w:val="18"/>
              </w:rPr>
            </w:pPr>
            <w:r w:rsidRPr="00D653BC">
              <w:rPr>
                <w:sz w:val="18"/>
                <w:szCs w:val="18"/>
              </w:rPr>
              <w:t>Architecture/key words</w:t>
            </w:r>
          </w:p>
          <w:p w:rsidR="00433495" w:rsidRPr="00133696" w:rsidRDefault="00D653BC" w:rsidP="00D653BC">
            <w:pPr>
              <w:rPr>
                <w:sz w:val="22"/>
                <w:szCs w:val="22"/>
              </w:rPr>
            </w:pPr>
            <w:r w:rsidRPr="00D653BC">
              <w:rPr>
                <w:sz w:val="18"/>
                <w:szCs w:val="18"/>
              </w:rPr>
              <w:t>Read-Middle Kingdom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33495" w:rsidRPr="000B0C54" w:rsidTr="000B0C54">
        <w:trPr>
          <w:trHeight w:hRule="exact" w:val="1774"/>
        </w:trPr>
        <w:tc>
          <w:tcPr>
            <w:tcW w:w="2016" w:type="dxa"/>
          </w:tcPr>
          <w:p w:rsidR="00433495" w:rsidRPr="00133696" w:rsidRDefault="00433495" w:rsidP="00097F50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EE532E" w:rsidRPr="00EE532E" w:rsidRDefault="00EE532E" w:rsidP="00EE532E">
            <w:pPr>
              <w:rPr>
                <w:sz w:val="22"/>
                <w:szCs w:val="22"/>
              </w:rPr>
            </w:pPr>
            <w:r w:rsidRPr="00EE532E">
              <w:rPr>
                <w:sz w:val="22"/>
                <w:szCs w:val="22"/>
              </w:rPr>
              <w:t>Egyptian Middle Kingdom</w:t>
            </w:r>
          </w:p>
          <w:p w:rsidR="00AE57F8" w:rsidRDefault="00EE532E" w:rsidP="00EE532E">
            <w:pPr>
              <w:rPr>
                <w:sz w:val="22"/>
                <w:szCs w:val="22"/>
              </w:rPr>
            </w:pPr>
            <w:r w:rsidRPr="00EE532E">
              <w:rPr>
                <w:sz w:val="22"/>
                <w:szCs w:val="22"/>
              </w:rPr>
              <w:t xml:space="preserve">Read </w:t>
            </w:r>
            <w:r>
              <w:rPr>
                <w:sz w:val="22"/>
                <w:szCs w:val="22"/>
              </w:rPr>
              <w:t xml:space="preserve">New </w:t>
            </w:r>
            <w:r w:rsidRPr="00EE532E">
              <w:rPr>
                <w:sz w:val="22"/>
                <w:szCs w:val="22"/>
              </w:rPr>
              <w:t>Kingdom</w:t>
            </w:r>
          </w:p>
          <w:p w:rsidR="00D653BC" w:rsidRPr="00133696" w:rsidRDefault="00D653BC" w:rsidP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White day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D653BC" w:rsidRDefault="00D653BC">
            <w:pPr>
              <w:rPr>
                <w:sz w:val="22"/>
                <w:szCs w:val="22"/>
              </w:rPr>
            </w:pPr>
          </w:p>
          <w:p w:rsidR="00D653BC" w:rsidRPr="00133696" w:rsidRDefault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Day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551508" w:rsidRPr="00133696" w:rsidRDefault="00AE57F8" w:rsidP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Egyptian</w:t>
            </w:r>
            <w:r w:rsidR="00EE532E">
              <w:rPr>
                <w:sz w:val="22"/>
                <w:szCs w:val="22"/>
              </w:rPr>
              <w:t xml:space="preserve"> New Kingdom prepare for unit test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0B0C54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551508" w:rsidRPr="00133696" w:rsidRDefault="00551508" w:rsidP="00D653BC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B0C54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Assessment Day</w:t>
            </w:r>
          </w:p>
          <w:p w:rsidR="001C4003" w:rsidRPr="00133696" w:rsidRDefault="001C4003">
            <w:pPr>
              <w:rPr>
                <w:sz w:val="22"/>
                <w:szCs w:val="22"/>
              </w:rPr>
            </w:pPr>
            <w:r w:rsidRPr="00097F50">
              <w:rPr>
                <w:sz w:val="22"/>
                <w:szCs w:val="22"/>
                <w:u w:val="single"/>
              </w:rPr>
              <w:t>No Students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33495" w:rsidRPr="000B0C54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Professional Development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No Students</w:t>
            </w:r>
          </w:p>
          <w:p w:rsidR="001C4003" w:rsidRDefault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E532E" w:rsidRPr="001C4003" w:rsidRDefault="00EE532E" w:rsidP="001C40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D653BC" w:rsidRPr="00133696" w:rsidRDefault="00133696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653BC">
              <w:rPr>
                <w:sz w:val="22"/>
                <w:szCs w:val="22"/>
              </w:rPr>
              <w:t xml:space="preserve"> </w:t>
            </w:r>
            <w:r w:rsidR="00097F50" w:rsidRPr="001C4003">
              <w:t xml:space="preserve"> </w:t>
            </w:r>
          </w:p>
          <w:p w:rsidR="00433495" w:rsidRPr="00133696" w:rsidRDefault="00D653BC" w:rsidP="0009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DAY</w:t>
            </w:r>
          </w:p>
        </w:tc>
        <w:tc>
          <w:tcPr>
            <w:tcW w:w="2016" w:type="dxa"/>
          </w:tcPr>
          <w:p w:rsidR="00D653BC" w:rsidRPr="001F6BEB" w:rsidRDefault="00133696" w:rsidP="00D653BC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22</w:t>
            </w:r>
          </w:p>
          <w:p w:rsidR="00D653BC" w:rsidRPr="001F6BEB" w:rsidRDefault="00D653BC" w:rsidP="00D653BC">
            <w:pPr>
              <w:rPr>
                <w:b/>
                <w:sz w:val="22"/>
                <w:szCs w:val="22"/>
                <w:u w:val="single"/>
              </w:rPr>
            </w:pPr>
            <w:r w:rsidRPr="001F6BEB">
              <w:rPr>
                <w:b/>
                <w:sz w:val="22"/>
                <w:szCs w:val="22"/>
                <w:u w:val="single"/>
              </w:rPr>
              <w:t>Unit Plan assignment due</w:t>
            </w:r>
          </w:p>
          <w:p w:rsidR="00D653BC" w:rsidRPr="001F6BEB" w:rsidRDefault="00D653BC" w:rsidP="00D653BC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Quiz</w:t>
            </w:r>
            <w:r w:rsidRPr="001F6BEB">
              <w:rPr>
                <w:b/>
                <w:sz w:val="22"/>
                <w:szCs w:val="22"/>
                <w:u w:val="single"/>
              </w:rPr>
              <w:t xml:space="preserve"> on Egyptian Unit</w:t>
            </w:r>
          </w:p>
          <w:p w:rsidR="001C4003" w:rsidRPr="00133696" w:rsidRDefault="001C4003" w:rsidP="00D653BC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1C4003" w:rsidRDefault="001C4003" w:rsidP="001C4003">
            <w:pPr>
              <w:rPr>
                <w:sz w:val="22"/>
                <w:szCs w:val="22"/>
              </w:rPr>
            </w:pPr>
          </w:p>
          <w:p w:rsidR="001C4003" w:rsidRPr="00133696" w:rsidRDefault="001C4003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D653BC" w:rsidRPr="00097F50" w:rsidRDefault="00D653BC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Aegean Art intro</w:t>
            </w:r>
          </w:p>
          <w:p w:rsidR="00D653BC" w:rsidRPr="001C4003" w:rsidRDefault="00D653BC" w:rsidP="00D653BC">
            <w:r w:rsidRPr="001C4003">
              <w:t xml:space="preserve">Aegean Art/Proto Greek Art </w:t>
            </w:r>
          </w:p>
          <w:p w:rsidR="00D653BC" w:rsidRDefault="00D653BC" w:rsidP="00D653BC">
            <w:pPr>
              <w:rPr>
                <w:sz w:val="22"/>
                <w:szCs w:val="22"/>
              </w:rPr>
            </w:pPr>
            <w:r w:rsidRPr="001C4003">
              <w:t>Cycladic, Minoan, Mycenaean</w:t>
            </w:r>
          </w:p>
          <w:p w:rsidR="00D653BC" w:rsidRPr="00133696" w:rsidRDefault="00D653BC" w:rsidP="00D653BC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33495" w:rsidRPr="000B0C54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D653BC" w:rsidRPr="00133696" w:rsidRDefault="00D653BC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Aegean Art </w:t>
            </w:r>
          </w:p>
          <w:p w:rsidR="00D653BC" w:rsidRDefault="00D653BC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History, Society,</w:t>
            </w:r>
          </w:p>
          <w:p w:rsidR="00D653BC" w:rsidRDefault="00D653BC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Religion</w:t>
            </w:r>
          </w:p>
          <w:p w:rsidR="001C4003" w:rsidRPr="00133696" w:rsidRDefault="001C4003" w:rsidP="00D653BC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16" w:type="dxa"/>
          </w:tcPr>
          <w:p w:rsidR="00D653BC" w:rsidRDefault="00133696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653BC">
              <w:rPr>
                <w:sz w:val="22"/>
                <w:szCs w:val="22"/>
              </w:rPr>
              <w:t xml:space="preserve"> Aegean Unit Plan Assignment due</w:t>
            </w:r>
          </w:p>
          <w:p w:rsidR="001C4003" w:rsidRDefault="00D653BC" w:rsidP="00D65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test  </w:t>
            </w:r>
          </w:p>
          <w:p w:rsidR="001C4003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Part One Unit Test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Prehistoric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Ancient Near East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Egyptian</w:t>
            </w:r>
          </w:p>
          <w:p w:rsidR="001F6BEB" w:rsidRPr="00133696" w:rsidRDefault="001F6BEB" w:rsidP="001C4003">
            <w:pPr>
              <w:rPr>
                <w:sz w:val="22"/>
                <w:szCs w:val="22"/>
              </w:rPr>
            </w:pPr>
            <w:r w:rsidRPr="001F6BEB">
              <w:rPr>
                <w:b/>
              </w:rPr>
              <w:t>Aegean</w:t>
            </w:r>
          </w:p>
        </w:tc>
        <w:tc>
          <w:tcPr>
            <w:tcW w:w="2016" w:type="dxa"/>
          </w:tcPr>
          <w:p w:rsidR="001F6BEB" w:rsidRPr="001C4003" w:rsidRDefault="00133696" w:rsidP="001F6BEB">
            <w:r>
              <w:rPr>
                <w:sz w:val="22"/>
                <w:szCs w:val="22"/>
              </w:rPr>
              <w:t>30</w:t>
            </w:r>
            <w:r w:rsidR="001F6BEB" w:rsidRPr="001C4003">
              <w:t xml:space="preserve"> </w:t>
            </w:r>
            <w:r w:rsidR="001F6BEB">
              <w:t xml:space="preserve"> Intro and slides to </w:t>
            </w:r>
            <w:r w:rsidR="001F6BEB" w:rsidRPr="001C4003">
              <w:t>Ancient Greek</w:t>
            </w:r>
          </w:p>
          <w:p w:rsidR="00433495" w:rsidRDefault="001F6BEB" w:rsidP="001F6BEB">
            <w:pPr>
              <w:rPr>
                <w:sz w:val="22"/>
                <w:szCs w:val="22"/>
              </w:rPr>
            </w:pPr>
            <w:r w:rsidRPr="001C4003">
              <w:t>Archaic, Classical, Late Classical</w:t>
            </w:r>
            <w:r>
              <w:t>, Hellenistic, Greek architecture</w:t>
            </w:r>
          </w:p>
          <w:p w:rsidR="008215FA" w:rsidRPr="00133696" w:rsidRDefault="008215FA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</w:tr>
    </w:tbl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97F50"/>
    <w:rsid w:val="000B0C54"/>
    <w:rsid w:val="00133696"/>
    <w:rsid w:val="001C4003"/>
    <w:rsid w:val="001F6BEB"/>
    <w:rsid w:val="00215C05"/>
    <w:rsid w:val="002363D0"/>
    <w:rsid w:val="00281253"/>
    <w:rsid w:val="00330F67"/>
    <w:rsid w:val="003744E3"/>
    <w:rsid w:val="00433495"/>
    <w:rsid w:val="004503ED"/>
    <w:rsid w:val="00551508"/>
    <w:rsid w:val="005B4A28"/>
    <w:rsid w:val="007E1D0C"/>
    <w:rsid w:val="0080068E"/>
    <w:rsid w:val="0080570D"/>
    <w:rsid w:val="008215FA"/>
    <w:rsid w:val="00A476FD"/>
    <w:rsid w:val="00AE57F8"/>
    <w:rsid w:val="00B66AA6"/>
    <w:rsid w:val="00BE7306"/>
    <w:rsid w:val="00CA32AE"/>
    <w:rsid w:val="00D5642A"/>
    <w:rsid w:val="00D653BC"/>
    <w:rsid w:val="00DB09D9"/>
    <w:rsid w:val="00DD52AF"/>
    <w:rsid w:val="00EE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1A10E5"/>
    <w:rsid w:val="00514FEF"/>
    <w:rsid w:val="00783DBD"/>
    <w:rsid w:val="00897E3C"/>
    <w:rsid w:val="00A0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4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2010-09-06T14:26:00Z</dcterms:created>
  <dcterms:modified xsi:type="dcterms:W3CDTF">2010-09-06T14:26:00Z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